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宋体"/>
        </w:rPr>
      </w:pPr>
      <w:r>
        <w:pict>
          <v:shape id="PA_任意多边形 72" o:spid="_x0000_s1026" style="position:absolute;left:0pt;margin-left:-98.7pt;margin-top:-36pt;height:343.75pt;width:545.8pt;mso-position-horizontal-relative:margin;z-index:251650048;mso-width-relative:margin;mso-height-relative:margin;" fillcolor="#70AD47 [3209]" filled="t" stroked="f" coordsize="1323,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" path="m1320,937c1323,937,1323,937,1323,937c1320,935,1320,935,1320,935c1287,453,1287,453,1287,453c1293,453,1298,447,1298,441c1298,434,1292,428,1285,428c1278,428,1272,434,1272,441c1272,443,1273,445,1274,447c833,727,833,727,833,727c832,726,832,725,831,725c837,717,837,717,837,717c1080,427,1080,427,1080,427c1081,428,1083,429,1085,429c1092,429,1098,423,1098,416c1098,409,1093,403,1086,403c1084,193,1084,193,1084,193c1084,193,1085,193,1085,193c1092,193,1098,187,1098,180c1098,177,1096,173,1094,171c1242,26,1242,26,1242,26c1244,28,1247,29,1250,29c1257,29,1263,24,1263,17c1263,10,1257,4,1250,4c1243,4,1238,10,1238,17c1238,20,1239,23,1241,25c1093,170,1093,170,1093,170c1090,168,1088,168,1085,168c1079,168,1075,171,1073,177c525,14,525,14,525,14c525,13,525,13,525,12c525,5,520,0,512,0c505,0,500,5,500,12c500,19,505,25,512,25c517,25,522,22,524,18c1073,412,1073,412,1073,412c1073,412,1073,412,1073,413c793,272,793,272,793,272c793,271,794,269,794,267c794,260,788,255,781,255c776,255,772,257,770,261c544,153,544,153,544,153c545,152,546,150,546,148c546,141,540,135,533,135c526,135,520,141,520,148c520,151,521,153,523,155c258,446,258,446,258,446c535,108,535,108,535,108c537,110,540,111,543,111c550,111,556,105,556,98c556,91,550,86,543,86c536,86,530,91,530,98c530,99,530,99,530,99c250,134,250,134,250,134c249,128,243,123,237,123c230,123,224,129,224,136c224,139,225,141,226,143c5,304,5,304,5,304c3,305,3,305,3,305c4,305,4,305,4,305c0,308,0,308,0,308c5,306,5,306,5,306c74,351,74,351,74,351c4,443,4,443,4,443c6,444,6,444,6,444c75,352,75,352,75,352c233,455,233,455,233,455c232,457,231,460,231,462c231,469,237,475,244,475c246,475,248,474,250,473c460,808,460,808,460,808c456,810,454,814,454,818c454,825,460,831,467,831c474,831,480,825,480,818c480,813,477,809,474,807c556,650,556,650,556,650c558,650,560,651,562,651c569,651,574,645,574,638c574,637,574,635,574,634c591,627,591,627,591,627c810,730,810,730,810,730c809,731,809,732,809,733c809,737,811,741,814,743c662,936,662,936,662,936c661,937,661,937,661,937c1319,937,1319,937,1319,937c1320,938,1320,938,1320,938l1320,937xm1318,934c1197,808,1197,808,1197,808c1199,806,1200,803,1200,800c1200,795,1197,790,1192,788c1283,453,1283,453,1283,453c1283,454,1284,454,1285,454c1285,454,1285,454,1285,454l1318,934xm1275,448c1276,451,1278,452,1281,453c1190,788,1190,788,1190,788c1189,787,1188,787,1187,787c1181,787,1176,791,1175,797c834,736,834,736,834,736c835,735,835,734,835,733c835,731,834,730,834,728l1275,448xm256,459c552,351,552,351,552,351c769,272,769,272,769,272c770,275,772,277,774,278c660,470,660,470,660,470c480,492,480,492,480,492c479,486,473,481,467,481c460,481,454,487,454,494c454,501,460,507,467,507c471,507,475,505,477,502c594,581,594,581,594,581c573,617,573,617,573,617c256,467,256,467,256,467c256,465,257,464,257,462c257,461,256,460,256,459xm595,580c478,501,478,501,478,501c479,499,480,496,480,494c480,494,480,494,480,493c659,472,659,472,659,472c631,519,631,519,631,519l595,580xm596,582c633,607,633,607,633,607c591,625,591,625,591,625c575,617,575,617,575,617l596,582xm596,581c634,517,634,517,634,517c661,471,661,471,661,471c1074,422,1074,422,1074,422c1074,422,1074,423,1075,423c635,607,635,607,635,607l596,581xm1076,424c1076,425,1077,426,1078,427c839,713,839,713,839,713c830,724,830,724,830,724c828,722,825,720,822,720c817,720,813,723,811,726c636,608,636,608,636,608l1076,424xm524,17c525,16,525,16,525,15c1073,178,1073,178,1073,178c1073,179,1072,180,1072,180c1072,186,1077,191,1082,193c1084,403,1084,403,1084,403c1080,403,1076,406,1074,410l524,17xm1073,414c1073,415,1072,415,1072,416c1072,417,1073,419,1073,420c662,470,662,470,662,470c775,279,775,279,775,279c777,280,779,280,781,280c786,280,790,278,792,274l1073,414xm533,161c537,161,541,158,543,155c769,263,769,263,769,263c768,264,768,266,768,267c768,269,768,270,769,271c550,350,550,350,550,350c255,457,255,457,255,457c255,456,254,454,253,453c524,157,524,157,524,157c526,159,529,161,533,161xm530,101c530,101,531,102,531,102c316,185,316,185,316,185c154,247,154,247,154,247c230,147,230,147,230,147c232,148,234,149,237,149c244,149,250,143,250,136c250,136,250,135,250,135l530,101xm227,144c228,145,228,145,229,146c151,248,151,248,151,248c11,302,11,302,11,302l227,144xm7,305c150,250,150,250,150,250c75,350,75,350,75,350l7,305xm76,351c152,249,152,249,152,249c320,185,320,185,320,185c531,104,531,104,531,104c532,105,533,106,534,107c251,452,251,452,251,452c249,450,247,449,244,449c240,449,236,451,234,454l76,351xm472,806c471,806,469,805,467,805c465,805,463,806,461,807c251,472,251,472,251,472c253,471,254,470,255,468c573,618,573,618,573,618c567,627,567,627,567,627c566,626,564,625,562,625c555,625,549,631,549,638c549,643,551,647,555,649l472,806xm573,632c572,630,571,629,569,627c574,619,574,619,574,619c589,626,589,626,589,626l573,632xm593,626c634,608,634,608,634,608c810,728,810,728,810,728c810,728,810,728,810,728l593,626xm664,935c815,744,815,744,815,744c817,745,819,746,822,746c827,746,831,744,833,740c1315,935,1315,935,1315,935l664,935xm833,739c834,738,834,738,834,738c1175,798,1175,798,1175,798c1175,799,1174,799,1174,800c1174,807,1180,813,1187,813c1191,813,1193,812,1196,809c1316,934,1316,934,1316,934l833,739xe">
            <v:path arrowok="t" o:connecttype="custom" o:connectlocs="6743123,2108296;6675011,2080372;5658565,1987290;5679523,898237;6507350,121006;6486392,79119;5621889,823771;2619706,55849;5621889,1922133;4034347,1214714;2724494,688803;2845001,516602;2776888,460753;1184107,665533;0,1433455;31436,2066410;1278417,2210686;2446805,3867537;2944550,3029803;4243924,3397475;3463251,4360869;6905545,4346907;6722166,2108296;6680250,2085026;6156309,3709298;6680250,2085026;4055305,1293833;2378693,2299113;3002183,2871565;3117450,2699364;3452772,2196724;3316548,2825024;3122690,2704018;5632368,1968674;5648086,1987290;4249163,3378859;2750691,69811;5679523,1875593;5616650,1936095;4091981,1303141;2845001,721382;2881677,1628926;2792607,749306;806869,1149557;1309853,628300;791151,1154211;785912,1163519;796391,1158865;1315092,2103642;2473002,3751185;1336050,2178107;2876437,2969300;2981225,2918105;3106971,2913451;3106971,2913451;4364430,3444016;4369670,3434708;6266337,3765147" o:connectangles="0,0,0,0,0,0,0,0,0,0,0,0,0,0,0,0,0,0,0,0,0,0,0,0,0,0,0,0,0,0,0,0,0,0,0,0,0,0,0,0,0,0,0,0,0,0,0,0,0,0,0,0,0,0,0,0,0,0"/>
            <v:fill on="t" focussize="0,0"/>
            <v:stroke on="f"/>
            <v:imagedata o:title=""/>
            <o:lock v:ext="edit"/>
          </v:shape>
        </w:pict>
      </w:r>
      <w:r>
        <w:drawing>
          <wp:anchor distT="0" distB="0" distL="114300" distR="114300" simplePos="0" relativeHeight="25164902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-1038860</wp:posOffset>
            </wp:positionV>
            <wp:extent cx="7614285" cy="11955780"/>
            <wp:effectExtent l="0" t="0" r="6350" b="8255"/>
            <wp:wrapNone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4000" cy="119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981075</wp:posOffset>
            </wp:positionH>
            <wp:positionV relativeFrom="margin">
              <wp:posOffset>2011680</wp:posOffset>
            </wp:positionV>
            <wp:extent cx="5003800" cy="2239010"/>
            <wp:effectExtent l="0" t="0" r="0" b="0"/>
            <wp:wrapNone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r>
        <w:pict>
          <v:group id="组合 33" o:spid="_x0000_s1081" o:spt="203" style="position:absolute;left:0pt;margin-left:138.25pt;margin-top:42.45pt;height:190.35pt;width:25.1pt;z-index:251688960;mso-width-relative:page;mso-height-relative:margin;" coordsize="3187,2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">
            <o:lock v:ext="edit"/>
            <v:shape id="Freeform 38" o:spid="_x0000_s1027" style="position:absolute;left:528;top:0;height:2227;width:2109;" fillcolor="#80A965" filled="t" stroked="t" coordsize="32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nCcEA&#10;AADbAAAADwAAAGRycy9kb3ducmV2LnhtbERPzWoCMRC+F3yHMEJvNWsPumyNIlppD4J09QGmm3F3&#10;NZksSdTt2xtB6G0+vt+ZLXprxJV8aB0rGI8yEMSV0y3XCg77zVsOIkRkjcYxKfijAIv54GWGhXY3&#10;/qFrGWuRQjgUqKCJsSukDFVDFsPIdcSJOzpvMSboa6k93lK4NfI9yybSYsupocGOVg1V5/JiFfTr&#10;uP/V1pTj7em4NpPP/MvvcqVeh/3yA0SkPv6Ln+5vneZP4fFLOk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jZwnBAAAA2wAAAA8AAAAAAAAAAAAAAAAAmAIAAGRycy9kb3du&#10;cmV2LnhtbFBLBQYAAAAABAAEAPUAAACGAwAAAAA=&#10;" path="m285,119c285,53,231,0,164,0c98,0,44,53,44,119c44,157,62,191,90,213c39,238,4,289,0,347c18,347,18,347,18,347c22,292,58,244,108,224c123,232,145,238,164,238c183,238,201,234,216,227c229,219,229,219,229,219c239,213,239,213,239,213c267,191,285,157,285,119xm164,219c108,219,63,174,63,119c63,64,108,19,164,19c220,19,265,64,265,119c265,174,222,219,164,219xm266,230c266,231,266,231,266,231c264,229,262,227,259,227c253,227,248,230,248,236c248,240,250,244,254,245c253,245,253,245,253,245c286,269,303,305,306,347c328,347,328,347,328,347c325,300,302,258,266,230xm266,230c266,230,266,230,266,230e">
              <v:path arrowok="t" o:connecttype="custom" o:connectlocs="2147483646,2147483646;2147483646,0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"/>
              <v:fill on="t" focussize="0,0"/>
              <v:stroke color="#80A965"/>
              <v:imagedata o:title=""/>
              <o:lock v:ext="edit" aspectratio="t"/>
            </v:shape>
            <v:shape id="_x0000_s1028" o:spid="_x0000_s1028" style="position:absolute;left:0;top:8841;height:2227;width:3187;" fillcolor="#80A965" filled="t" stroked="f" coordsize="263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zz70A&#10;AADbAAAADwAAAGRycy9kb3ducmV2LnhtbERPy6rCMBDdX/AfwgjurqkuqrcaRQTBpa+7H5qxrTaT&#10;kkRb/XojCO7mcJ4zX3amFndyvrKsYDRMQBDnVldcKDgdN79TED4ga6wtk4IHeVguej9zzLRteU/3&#10;QyhEDGGfoYIyhCaT0uclGfRD2xBH7mydwRChK6R22MZwU8txkqTSYMWxocSG1iXl18PNKJhYX+FY&#10;utNflz4f7ehS653/V2rQ71YzEIG68BV/3Fsd56fw/iUeIB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Fpzz70AAADbAAAADwAAAAAAAAAAAAAAAACYAgAAZHJzL2Rvd25yZXYu&#10;eG1sUEsFBgAAAAAEAAQA9QAAAIIDAAAAAA=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<v:path arrowok="t" o:connecttype="custom" o:connectlocs="309074,50838;169687,2421;153931,2421;13333,50838;13333,61732;46058,73836;30301,119833;20605,134358;29089,147672;0,209404;23029,222719;44846,146462;50906,134358;43634,121043;60603,79888;61815,78678;158779,39944;167263,43575;167263,43575;163627,53259;82420,85940;155143,110149;170900,110149;310286,62942;309074,50838;309074,50838;155143,128306;66663,99255;66663,121043;73935,137989;67875,153725;73935,162198;253319,158566;260591,146462;260591,98045;170900,128306;155143,128306;155143,128306;155143,128306;155143,128306" o:connectangles="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shape id="Freeform 137" o:spid="_x0000_s1029" style="position:absolute;left:453;top:13300;height:2230;width:2232;" fillcolor="#80A965" filled="t" stroked="f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XIsAA&#10;AADbAAAADwAAAGRycy9kb3ducmV2LnhtbESPzarCMBSE94LvEI7gzqa6UKlG6VUEN3fhzwMcmmPb&#10;a3NSkmjr25sLgsthZr5h1tveNOJJzteWFUyTFARxYXXNpYLr5TBZgvABWWNjmRS8yMN2MxysMdO2&#10;4xM9z6EUEcI+QwVVCG0mpS8qMugT2xJH72adwRClK6V22EW4aeQsTefSYM1xocKWdhUV9/PDKHCt&#10;+TNS7/X8XuwWP+6R5795p9R41OcrEIH68A1/2ketYDaF/y/xB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wXIsAAAADbAAAADwAAAAAAAAAAAAAAAACYAgAAZHJzL2Rvd25y&#10;ZXYueG1sUEsFBgAAAAAEAAQA9QAAAIUDAAAAAA==&#10;" path="m130,18c130,131,130,131,130,131c25,131,25,131,25,131c16,131,10,125,10,118c10,111,16,105,25,105c120,105,120,105,120,105c120,0,120,0,120,0c20,0,20,0,20,0c9,0,0,8,0,18c0,123,0,123,0,123c0,132,9,140,20,140c140,140,140,140,140,140c140,18,140,18,140,18c130,18,130,18,130,18xm30,114c120,114,120,114,120,114c120,123,120,123,120,123c30,123,30,123,30,123c30,114,30,114,30,114xm30,114c30,114,30,114,30,114e">
              <v:path arrowok="t" o:connecttype="custom" o:connectlocs="207257,28676;207257,208696;39857,208696;15943,187986;39857,167276;191314,167276;191314,0;31886,0;0,28676;0,195951;31886,223034;223200,223034;223200,28676;207257,28676;47829,181613;191314,181613;191314,195951;47829,195951;47829,181613;47829,181613;47829,181613" o:connectangles="0,0,0,0,0,0,0,0,0,0,0,0,0,0,0,0,0,0,0,0,0"/>
              <v:fill on="t" focussize="0,0"/>
              <v:stroke on="f"/>
              <v:imagedata o:title=""/>
              <o:lock v:ext="edit" aspectratio="t"/>
            </v:shape>
            <v:shape id="Freeform 12" o:spid="_x0000_s1030" style="position:absolute;left:453;top:17759;height:2230;width:2206;" fillcolor="#80A965" filled="t" stroked="f" coordsize="108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Dn8MA&#10;AADbAAAADwAAAGRycy9kb3ducmV2LnhtbESPUWvCMBSF3wf+h3AFX4YmKzika5QpjA4Gg6k/4NJc&#10;29LmJjRR6379Igh7PJxzvsMpNqPtxYWG0DrW8LJQIIgrZ1quNRwPH/MViBCRDfaOScONAmzWk6cC&#10;c+Ou/EOXfaxFgnDIUUMTo8+lDFVDFsPCeeLkndxgMSY51NIMeE1w28tMqVdpseW00KCnXUNVtz9b&#10;DWPn1bIsS1RL9F+/3ycK2/Oz1rPp+P4GItIY/8OP9qfRkGVw/5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Dn8MAAADbAAAADwAAAAAAAAAAAAAAAACYAgAAZHJzL2Rv&#10;d25yZXYueG1sUEsFBgAAAAAEAAQA9QAAAIgDAAAAAA==&#10;" path="m85,105c88,103,91,102,93,100c93,100,94,99,94,99c95,98,96,97,96,95c96,94,96,92,94,91c74,77,74,77,74,77c73,76,72,76,71,76c70,76,68,76,67,77c67,77,64,81,64,81c62,83,54,83,52,81c30,59,30,59,30,59c27,57,29,52,31,49c34,46,34,46,34,46c35,45,36,44,36,42c36,41,35,40,35,39c18,15,18,15,18,15c17,13,16,13,14,13c12,13,11,14,10,15c9,15,9,15,9,15c5,21,0,29,0,37c0,59,50,109,72,109c72,109,72,109,73,109c78,108,83,106,85,105c85,105,85,105,85,105xm80,0c65,0,52,10,52,24c52,31,57,38,63,43c59,57,59,57,59,57c73,47,73,47,73,47c75,47,77,48,80,48c95,48,108,37,108,24c108,10,95,0,80,0c80,0,80,0,80,0xm68,17c70,17,72,19,72,22c72,24,70,26,68,26c66,26,64,24,64,22c64,19,66,17,68,17c68,17,68,17,68,17xm80,26c78,26,76,24,76,22c76,19,78,17,80,17c82,17,84,19,84,22c84,24,82,26,80,26c80,26,80,26,80,26xm92,26c89,26,88,24,88,22c88,19,89,17,92,17c94,17,96,19,96,22c96,24,94,26,92,26c92,26,92,26,92,26xm92,26c92,26,92,26,92,26e">
              <v:path arrowok="t" o:connecttype="custom" o:connectlocs="173624,214849;189965,204618;192008,202572;196093,194387;192008,186203;151155,157556;145027,155510;136857,157556;130729,165741;106217,165741;61279,120725;63322,100263;69450,94124;73535,85940;71492,79801;36768,30693;28597,26600;20426,30693;18384,30693;0,75709;147070,223034;149113,223034;173624,214849;173624,214849;163411,0;106217,49108;128686,87986;120516,116632;149113,96171;163411,98217;220605,49108;163411,0;163411,0;138899,34785;147070,45016;138899,53201;130729,45016;138899,34785;138899,34785;163411,53201;155241,45016;163411,34785;171582,45016;163411,53201;163411,53201;187923,53201;179752,45016;187923,34785;196093,45016;187923,53201;187923,53201;187923,53201;187923,53201" o:connectangles="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shape id="Freeform 43" o:spid="_x0000_s1031" style="position:absolute;left:453;top:22519;flip:x;height:1655;width:2239;" fillcolor="#80A965" filled="t" stroked="f" coordsize="12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0qcIA&#10;AADbAAAADwAAAGRycy9kb3ducmV2LnhtbESPQWsCMRSE7wX/Q3iCt5p1i1K2RhGhYPHkWuj1NXnN&#10;Lm5elk2q6/56Iwgeh5n5hlmue9eIM3Wh9qxgNs1AEGtvarYKvo+fr+8gQkQ22HgmBVcKsF6NXpZY&#10;GH/hA53LaEWCcChQQRVjW0gZdEUOw9S3xMn7853DmGRnpenwkuCukXmWLaTDmtNChS1tK9Kn8t8p&#10;2JXDT/7rT3a++JqR3Q/aD4NWajLuNx8gIvXxGX60d0ZB/gb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3SpwgAAANsAAAAPAAAAAAAAAAAAAAAAAJgCAABkcnMvZG93&#10;bnJldi54bWxQSwUGAAAAAAQABAD1AAAAhwMAAAAA&#10;" path="m110,0c12,0,12,0,12,0c5,0,0,6,0,12c0,78,0,78,0,78c0,85,5,90,12,90c110,90,110,90,110,90c117,90,122,85,122,78c122,12,122,12,122,12c122,6,117,0,110,0c110,0,110,0,110,0xm110,25c61,55,61,55,61,55c12,25,12,25,12,25c12,13,12,13,12,13c61,43,61,43,61,43c110,13,110,13,110,13c110,25,110,25,110,25c110,25,110,25,110,25xm110,25c110,25,110,25,110,25e">
              <v:path arrowok="t" o:connecttype="custom" o:connectlocs="201885,0;22024,0;0,22064;0,143413;22024,165477;201885,165477;223909,143413;223909,22064;201885,0;201885,0;201885,45966;111955,101125;22024,45966;22024,23902;111955,79061;201885,23902;201885,45966;201885,45966;201885,45966;201885,45966" o:connectangles="0,0,0,0,0,0,0,0,0,0,0,0,0,0,0,0,0,0,0,0"/>
              <v:fill on="t" focussize="0,0"/>
              <v:stroke on="f"/>
              <v:imagedata o:title=""/>
              <o:lock v:ext="edit" aspectratio="t"/>
            </v:shape>
            <v:shape id="_x0000_s1032" o:spid="_x0000_s1032" style="position:absolute;left:528;top:4231;height:2015;width:2160;" fillcolor="#80A965" filled="t" stroked="f" coordsize="120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wQsYA&#10;AADbAAAADwAAAGRycy9kb3ducmV2LnhtbESPQWvCQBSE70L/w/IKvekmQUVSVwmFlOKhoBVKb6/Z&#10;12ww+zZktybtr3cFweMwM98w6+1oW3Gm3jeOFaSzBARx5XTDtYLjRzldgfABWWPrmBT8kYft5mGy&#10;xly7gfd0PoRaRAj7HBWYELpcSl8ZsuhnriOO3o/rLYYo+1rqHocIt63MkmQpLTYcFwx29GKoOh1+&#10;rYKd+9/NT5/pQn/V5r18HYrv1XFQ6ulxLJ5BBBrDPXxrv2kF2RyuX+IP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HwQsYAAADbAAAADwAAAAAAAAAAAAAAAACYAgAAZHJz&#10;L2Rvd25yZXYueG1sUEsFBgAAAAAEAAQA9QAAAIs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<v:path arrowok="t" o:connecttype="custom" o:connectlocs="86399,113322;93599,106127;120599,106127;125999,113322;125999,122316;120599,129511;93599,129511;86399,122316;86399,113322;62999,35975;7200,35975;0,46768;0,82743;66599,109724;75599,109724;75599,102529;82799,97133;125999,97133;136799,102529;136799,109724;147599,109724;214198,82743;214198,44969;206998,35975;149399,35975;62999,35975;133199,35975;133199,23384;129599,16189;84599,16189;79199,23384;79199,35975;62999,35975;62999,12591;73799,1799;138599,1799;151199,12591;149399,35975;133199,35975;214198,89938;214198,188870;203398,199662;9000,199662;0,190668;0,89938;77399,120517;77399,129511;86399,140303;125999,140303;136799,129511;136799,120517;214198,89938;214198,89938;214198,89938" o:connectangles="0,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</v:group>
        </w:pict>
      </w:r>
      <w:r>
        <w:pict>
          <v:shape id="文本框 13" o:spid="_x0000_s1080" o:spt="202" type="#_x0000_t202" style="position:absolute;left:0pt;margin-left:162.05pt;margin-top:24.5pt;height:224.3pt;width:337.9pt;z-index:251680768;mso-width-relative:page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>姓    名</w:t>
                  </w:r>
                  <w:r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>求职意向</w:t>
                  </w:r>
                  <w:r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  <w:t>：</w:t>
                  </w:r>
                </w:p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 xml:space="preserve">毕业学院： </w:t>
                  </w:r>
                </w:p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 xml:space="preserve">所学专业： </w:t>
                  </w:r>
                </w:p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>联系电话</w:t>
                  </w:r>
                  <w:r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snapToGrid w:val="0"/>
                    <w:spacing w:line="700" w:lineRule="exact"/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95959"/>
                      <w:sz w:val="28"/>
                      <w:szCs w:val="28"/>
                    </w:rPr>
                    <w:t>联系邮箱</w:t>
                  </w:r>
                  <w:r>
                    <w:rPr>
                      <w:rFonts w:ascii="微软雅黑" w:hAnsi="微软雅黑"/>
                      <w:color w:val="595959"/>
                      <w:sz w:val="28"/>
                      <w:szCs w:val="28"/>
                    </w:rPr>
                    <w:t>：</w:t>
                  </w:r>
                </w:p>
              </w:txbxContent>
            </v:textbox>
          </v:shape>
        </w:pict>
      </w:r>
      <w:r>
        <w:pict>
          <v:group id="组合 7173" o:spid="_x0000_s1073" o:spt="203" style="position:absolute;left:0pt;margin-left:168pt;margin-top:65.65pt;height:172.85pt;width:240.9pt;z-index:251689984;mso-width-relative:page;mso-height-relative:margin;" coordorigin="0,982" coordsize="30594,2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">
            <o:lock v:ext="edit"/>
            <v:line id="直接连接符 7177" o:spid="_x0000_s1079" o:spt="20" style="position:absolute;left:0;top:982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EL1cUAAADdAAAADwAAAGRycy9kb3ducmV2LnhtbESPwW7CMBBE75X4B2uReitOUNVUAYOA&#10;CtFDeyDlA1bxkgTsdbBdCH9fV6rU42hm3mjmy8EacSUfOscK8kkGgrh2uuNGweFr+/QKIkRkjcYx&#10;KbhTgOVi9DDHUrsb7+laxUYkCIcSFbQx9qWUoW7JYpi4njh5R+ctxiR9I7XHW4JbI6dZ9iItdpwW&#10;Wuxp01J9rr6tgl1Xnd+Oxpzcdi2fL/rzo/F5UOpxPKxmICIN8T/8137XCoq8KOD3TXoC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EL1cUAAADdAAAADwAAAAAAAAAA&#10;AAAAAAChAgAAZHJzL2Rvd25yZXYueG1sUEsFBgAAAAAEAAQA+QAAAJMDAAAAAA==&#10;">
              <v:path arrowok="t"/>
              <v:fill focussize="0,0"/>
              <v:stroke weight="0.5pt" color="#7F7F7F" joinstyle="miter"/>
              <v:imagedata o:title=""/>
              <o:lock v:ext="edit"/>
            </v:line>
            <v:line id="直接连接符 7182" o:spid="_x0000_s1078" o:spt="20" style="position:absolute;left:0;top:4949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PYasUAAADdAAAADwAAAGRycy9kb3ducmV2LnhtbESPwW7CMBBE75X4B2uRuBUnCLUoYBAU&#10;ofZADw18wCpekoC9Tm0D6d/jSpV6HM3MG81i1VsjbuRD61hBPs5AEFdOt1wrOB52zzMQISJrNI5J&#10;wQ8FWC0HTwsstLvzF93KWIsE4VCggibGrpAyVA1ZDGPXESfv5LzFmKSvpfZ4T3Br5CTLXqTFltNC&#10;gx29NVRdyqtV8N6Wl+3JmLPbbeT0W3/ua58HpUbDfj0HEamP/+G/9odW8JrPJvD7Jj0Bu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PYasUAAADdAAAADwAAAAAAAAAA&#10;AAAAAAChAgAAZHJzL2Rvd25yZXYueG1sUEsFBgAAAAAEAAQA+QAAAJMDAAAAAA==&#10;">
              <v:path arrowok="t"/>
              <v:fill focussize="0,0"/>
              <v:stroke weight="0.5pt" color="#7F7F7F" joinstyle="miter"/>
              <v:imagedata o:title=""/>
              <o:lock v:ext="edit"/>
            </v:line>
            <v:line id="直接连接符 7183" o:spid="_x0000_s1077" o:spt="20" style="position:absolute;left:0;top:9334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98cUAAADdAAAADwAAAGRycy9kb3ducmV2LnhtbESPwW7CMBBE75X4B2uRuIGTFhUUMIi2&#10;QvTQHhr4gFW8JAF7ndoG0r+vKyH1OJqZN5rlurdGXMmH1rGCfJKBIK6cbrlWcNhvx3MQISJrNI5J&#10;wQ8FWK8GD0sstLvxF13LWIsE4VCggibGrpAyVA1ZDBPXESfv6LzFmKSvpfZ4S3Br5GOWPUuLLaeF&#10;Bjt6bag6lxerYNeW57ejMSe3fZHTb/35Ufs8KDUa9psFiEh9/A/f2+9awSyfP8Hfm/Q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998cUAAADdAAAADwAAAAAAAAAA&#10;AAAAAAChAgAAZHJzL2Rvd25yZXYueG1sUEsFBgAAAAAEAAQA+QAAAJMDAAAAAA==&#10;">
              <v:path arrowok="t"/>
              <v:fill focussize="0,0"/>
              <v:stroke weight="0.5pt" color="#7F7F7F" joinstyle="miter"/>
              <v:imagedata o:title=""/>
              <o:lock v:ext="edit"/>
            </v:line>
            <v:line id="直接连接符 7184" o:spid="_x0000_s1076" o:spt="20" style="position:absolute;left:0;top:14057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blhcUAAADdAAAADwAAAGRycy9kb3ducmV2LnhtbESPwW7CMBBE75X4B2uReitOKtSigEFA&#10;heiBHhr4gFW8JAF7HWwXwt/jSpV6HM3MG81s0VsjruRD61hBPspAEFdOt1wrOOw3LxMQISJrNI5J&#10;wZ0CLOaDpxkW2t34m65lrEWCcChQQRNjV0gZqoYshpHriJN3dN5iTNLXUnu8Jbg18jXL3qTFltNC&#10;gx2tG6rO5Y9VsG3L88fRmJPbrOT4or92tc+DUs/DfjkFEamP/+G/9qdW8J5PxvD7Jj0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blhcUAAADdAAAADwAAAAAAAAAA&#10;AAAAAAChAgAAZHJzL2Rvd25yZXYueG1sUEsFBgAAAAAEAAQA+QAAAJMDAAAAAA==&#10;">
              <v:path arrowok="t"/>
              <v:fill focussize="0,0"/>
              <v:stroke weight="0.5pt" color="#7F7F7F" joinstyle="miter"/>
              <v:imagedata o:title=""/>
              <o:lock v:ext="edit"/>
            </v:line>
            <v:line id="直接连接符 7193" o:spid="_x0000_s1075" o:spt="20" style="position:absolute;left:0;top:18442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brLMYAAADdAAAADwAAAGRycy9kb3ducmV2LnhtbESPwW7CMBBE75X4B2uRuIGTFrUlxaC2&#10;CMGhPTTlA1bxkqTY69Q2EP4eV0LqcTQzbzTzZW+NOJEPrWMF+SQDQVw53XKtYPe9Hj+DCBFZo3FM&#10;Ci4UYLkY3M2x0O7MX3QqYy0ShEOBCpoYu0LKUDVkMUxcR5y8vfMWY5K+ltrjOcGtkfdZ9igttpwW&#10;GuzovaHqUB6tgk1bHlZ7Y37c+k1Of/XnR+3zoNRo2L++gIjUx//wrb3VCp7y2QP8vU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26yzGAAAA3QAAAA8AAAAAAAAA&#10;AAAAAAAAoQIAAGRycy9kb3ducmV2LnhtbFBLBQYAAAAABAAEAPkAAACUAwAAAAA=&#10;">
              <v:path arrowok="t"/>
              <v:fill focussize="0,0"/>
              <v:stroke weight="0.5pt" color="#7F7F7F" joinstyle="miter"/>
              <v:imagedata o:title=""/>
              <o:lock v:ext="edit"/>
            </v:line>
            <v:line id="直接连接符 7194" o:spid="_x0000_s1074" o:spt="20" style="position:absolute;left:0;top:22938;height:0;width:3059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9zWMUAAADdAAAADwAAAGRycy9kb3ducmV2LnhtbESPwW7CMBBE75X6D9ZW4gZOEKJtwKAW&#10;hODQHpr2A1bxkgTsdbANpH9fIyH1OJqZN5r5srdGXMiH1rGCfJSBIK6cbrlW8PO9Gb6ACBFZo3FM&#10;Cn4pwHLx+DDHQrsrf9GljLVIEA4FKmhi7AopQ9WQxTByHXHy9s5bjEn6WmqP1wS3Ro6zbCottpwW&#10;Guxo1VB1LM9WwbYtj+u9MQe3eZeTk/78qH0elBo89W8zEJH6+B++t3dawXP+OoHb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9zWMUAAADdAAAADwAAAAAAAAAA&#10;AAAAAAChAgAAZHJzL2Rvd25yZXYueG1sUEsFBgAAAAAEAAQA+QAAAJMDAAAAAA==&#10;">
              <v:path arrowok="t"/>
              <v:fill focussize="0,0"/>
              <v:stroke weight="0.5pt" color="#7F7F7F" joinstyle="miter"/>
              <v:imagedata o:title=""/>
              <o:lock v:ext="edit"/>
            </v:line>
          </v:group>
        </w:pict>
      </w:r>
    </w:p>
    <w:p/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/>
    <w:p>
      <w:r>
        <w:pict>
          <v:group id="Group 172" o:spid="_x0000_s1066" o:spt="203" style="position:absolute;left:0pt;margin-left:-89.3pt;margin-top:405.15pt;height:44pt;width:46.85pt;rotation:1189114f;z-index:251663360;mso-width-relative:page;mso-height-relative:page;" coordorigin="-205,158998" coordsize="647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">
            <o:lock v:ext="edit"/>
            <v:group id="Group 173" o:spid="_x0000_s1070" o:spt="203" style="position:absolute;left:108;top:159085;height:332;width:334;rotation:-774377f;" coordorigin="42,158771" coordsize="497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LY2i6yQAA&#10;AN4AAAAPAAAAAAAAAAAAAAAAAKoCAABkcnMvZG93bnJldi54bWxQSwUGAAAAAAQABAD6AAAAoAMA&#10;AAAA&#10;">
              <o:lock v:ext="edit"/>
              <v:shape id="Freeform 174" o:spid="_x0000_s1072" o:spt="100" style="position:absolute;left:42;top:158771;height:268;width:225;rotation:-866035f;" fillcolor="#000000" filled="t" coordsize="13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8htsYA&#10;AADeAAAADwAAAGRycy9kb3ducmV2LnhtbESPQWvCQBSE7wX/w/KE3uquPRhJsxFRhFbpoamHHl+z&#10;r0lo9m3YXTX+e1co9DjMfDNMsRptL87kQ+dYw3ymQBDXznTcaDh+7p6WIEJENtg7Jg1XCrAqJw8F&#10;5sZd+IPOVWxEKuGQo4Y2xiGXMtQtWQwzNxAn78d5izFJ30jj8ZLKbS+flVpIix2nhRYH2rRU/1Yn&#10;qyHbvx+Uf8Pd9mvpTmNm4/F7b7R+nI7rFxCRxvgf/qNfTeKUyhZwv5OugC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8htsYAAADeAAAADwAAAAAAAAAAAAAAAACYAgAAZHJz&#10;L2Rvd25yZXYueG1sUEsFBgAAAAAEAAQA9QAAAIsDAAAAAA==&#10;" adj="," path="m114,157c134,108,77,117,46,84c21,60,29,44,20,27c20,12,0,0,0,5c3,4,37,1,71,11c106,19,133,54,131,90c129,118,118,135,119,159l114,157xe">
                <v:path textboxrect="0,0,134,159" arrowok="t" o:connecttype="custom" o:connectlocs="321,447;129,239;57,78;0,13;200,32;369,256;336,452;321,447" o:connectangles="0,0,0,0,0,0,0,0"/>
                <v:fill on="t" focussize="0,0"/>
                <v:stroke joinstyle="round"/>
                <v:imagedata o:title=""/>
                <o:lock v:ext="edit"/>
              </v:shape>
              <v:shape id="Freeform 175" o:spid="_x0000_s1071" o:spt="100" style="position:absolute;left:314;top:158997;height:268;width:225;rotation:-866035f;" filled="f" stroked="f" coordsize="13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WlMYA&#10;AADeAAAADwAAAGRycy9kb3ducmV2LnhtbESPQWvCQBSE7wX/w/IK3upuizRpdBWpCB5rFKS3Z/Y1&#10;Cc2+DburSfvru4VCj8PMfMMs16PtxI18aB1reJwpEMSVMy3XGk7H3UMOIkRkg51j0vBFAdaryd0S&#10;C+MGPtCtjLVIEA4Famhi7AspQ9WQxTBzPXHyPpy3GJP0tTQehwS3nXxS6llabDktNNjTa0PVZ3m1&#10;Gsph+7bz+fdhfu5MbtpLfL9WL1pP78fNAkSkMf6H/9p7oyFTKsvg906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CWlMYAAADeAAAADwAAAAAAAAAAAAAAAACYAgAAZHJz&#10;L2Rvd25yZXYueG1sUEsFBgAAAAAEAAQA9QAAAIsDAAAAAA==&#10;" adj="," path="m114,157c134,108,77,117,46,84c21,60,29,44,20,27c20,12,0,0,0,5c3,4,37,1,71,11c106,19,133,54,131,90c129,118,118,135,119,159l114,157xe">
                <v:path textboxrect="0,0,134,159" arrowok="t" o:connecttype="custom" o:connectlocs="321,447;129,239;57,78;0,13;200,32;369,256;336,452;321,447" o:connectangles="0,0,0,0,0,0,0,0"/>
                <v:fill on="f" focussize="0,0"/>
                <v:stroke on="f" joinstyle="round"/>
                <v:imagedata o:title=""/>
                <o:lock v:ext="edit"/>
              </v:shape>
            </v:group>
            <v:group id="Group 176" o:spid="_x0000_s1067" o:spt="203" style="position:absolute;left:-205;top:158998;flip:x;height:332;width:334;rotation:-2582695f;" coordorigin="0,158750" coordsize="497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CkL5wwAAAN4AAAAP&#10;AAAAAAAAAAAAAAAAAKoCAABkcnMvZG93bnJldi54bWxQSwUGAAAAAAQABAD6AAAAmgMAAAAA&#10;">
              <o:lock v:ext="edit"/>
              <v:shape id="Freeform 177" o:spid="_x0000_s1069" o:spt="100" style="position:absolute;left:0;top:158750;height:268;width:225;rotation:-866035f;" fillcolor="#000000" filled="t" coordsize="13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C1xMYA&#10;AADeAAAADwAAAGRycy9kb3ducmV2LnhtbESPQWsCMRSE74L/ITyhN03aQ9duzS5FEVrFQ9WDx9fN&#10;6+7SzcuSRN3+e1MoeBxmvhlmUQ62ExfyoXWs4XGmQBBXzrRcazge1tM5iBCRDXaOScMvBSiL8WiB&#10;uXFX/qTLPtYilXDIUUMTY59LGaqGLIaZ64mT9+28xZikr6XxeE3ltpNPSj1Liy2nhQZ7WjZU/ezP&#10;VkO22W2V/8D16jR35yGz8fi1MVo/TIa3VxCRhngP/9PvJnFKZS/wdyddAVn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C1xMYAAADeAAAADwAAAAAAAAAAAAAAAACYAgAAZHJz&#10;L2Rvd25yZXYueG1sUEsFBgAAAAAEAAQA9QAAAIsDAAAAAA==&#10;" adj="," path="m114,157c134,108,77,117,46,84c21,60,29,44,20,27c20,12,0,0,0,5c3,4,37,1,71,11c106,19,133,54,131,90c129,118,118,135,119,159l114,157xe">
                <v:path textboxrect="0,0,134,159" arrowok="t" o:connecttype="custom" o:connectlocs="321,447;129,239;57,78;0,13;200,32;369,256;336,452;321,447" o:connectangles="0,0,0,0,0,0,0,0"/>
                <v:fill on="t" focussize="0,0"/>
                <v:stroke joinstyle="round"/>
                <v:imagedata o:title=""/>
                <o:lock v:ext="edit"/>
              </v:shape>
              <v:shape id="Freeform 178" o:spid="_x0000_s1068" o:spt="100" style="position:absolute;left:272;top:158976;height:268;width:225;rotation:-866035f;" filled="f" stroked="f" coordsize="13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x+x8QA&#10;AADeAAAADwAAAGRycy9kb3ducmV2LnhtbESPXWvCMBSG7wf+h3AE72biGFutRpENwctZBfHu2Bzb&#10;YnNSkmi7/frlYrDLl/eLZ7kebCse5EPjWMNsqkAQl840XGk4HrbPGYgQkQ22jknDNwVYr0ZPS8yN&#10;63lPjyJWIo1wyFFDHWOXSxnKmiyGqeuIk3d13mJM0lfSeOzTuG3li1Jv0mLD6aHGjj5qKm/F3Woo&#10;+s+vrc9+9q+n1mSmucTzvZxrPRkPmwWISEP8D/+1d0bDu1JZAkg4CQX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8fsfEAAAA3gAAAA8AAAAAAAAAAAAAAAAAmAIAAGRycy9k&#10;b3ducmV2LnhtbFBLBQYAAAAABAAEAPUAAACJAwAAAAA=&#10;" adj="," path="m114,157c134,108,77,117,46,84c21,60,29,44,20,27c20,12,0,0,0,5c3,4,37,1,71,11c106,19,133,54,131,90c129,118,118,135,119,159l114,157xe">
                <v:path textboxrect="0,0,134,159" arrowok="t" o:connecttype="custom" o:connectlocs="321,447;129,239;57,78;0,13;200,32;369,256;336,452;321,447" o:connectangles="0,0,0,0,0,0,0,0"/>
                <v:fill on="f" focussize="0,0"/>
                <v:stroke on="f" joinstyle="round"/>
                <v:imagedata o:title=""/>
                <o:lock v:ext="edit"/>
              </v:shape>
            </v:group>
          </v:group>
        </w:pict>
      </w:r>
    </w:p>
    <w:p/>
    <w:p/>
    <w:p>
      <w:r>
        <w:pict>
          <v:shape id="Rectangle 5" o:spid="_x0000_s1065" style="position:absolute;left:0pt;margin-left:876.3pt;margin-top:-1.55pt;height:53.05pt;width:49.95pt;rotation:-5898240f;z-index:251662336;v-text-anchor:middle;mso-width-relative:page;mso-height-relative:page;" fillcolor="#000005 [-4142]" filled="t" stroked="f" coordsize="4732299,65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" path="m29842,0l4732299,0,4732299,655200,0,655200,0,651669,25384,651669,393662,323851,29842,0xe">
            <v:path/>
            <v:fill on="t" opacity="55769f" focussize="0,0"/>
            <v:stroke on="f" weight="0.25pt"/>
            <v:imagedata o:title=""/>
            <o:lock v:ext="edit"/>
            <v:shadow on="t" color="#000000" opacity="26214f" offset="0pt,3pt" origin="0f,-32768f"/>
          </v:shape>
        </w:pict>
      </w:r>
      <w:r>
        <w:t xml:space="preserve"> </w:t>
      </w:r>
      <w:r>
        <w:pict>
          <v:rect id="矩形 6" o:spid="_x0000_s1064" o:spt="1" style="position:absolute;left:0pt;margin-left:-378.3pt;margin-top:8.4pt;height:35.5pt;width:95.65pt;z-index:251661312;v-text-anchor:middle;mso-width-relative:page;mso-height-relative:page;" fillcolor="#2EA7E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widowControl/>
        <w:jc w:val="left"/>
      </w:pPr>
      <w:r>
        <w:br w:type="page"/>
      </w:r>
      <w:r>
        <w:pict>
          <v:rect id="矩形 12" o:spid="_x0000_s1063" o:spt="1" style="position:absolute;left:0pt;margin-left:210.7pt;margin-top:814.55pt;height:865.85pt;width:621.9pt;z-index:251664384;v-text-anchor:middle;mso-width-relative:page;mso-height-relative:page;" fillcolor="#F2F2F2 [305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">
            <v:path/>
            <v:fill on="t" focussize="0,0"/>
            <v:stroke on="f" weight="1pt"/>
            <v:imagedata o:title=""/>
            <o:lock v:ext="edit"/>
            <v:shadow on="t" color="#000000" opacity="26214f" offset="-3pt,0pt" origin="32768f,0f"/>
          </v:rect>
        </w:pict>
      </w:r>
      <w:r>
        <w:pict>
          <v:shape id="Freeform 171" o:spid="_x0000_s1062" style="position:absolute;left:0pt;margin-left:0.3pt;margin-top:1343.15pt;height:11.3pt;width:11.3pt;z-index:251653120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CaMw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1" o:spid="_x0000_s1061" style="position:absolute;left:0pt;margin-left:0pt;margin-top:1228.8pt;height:11.3pt;width:11.3pt;z-index:251656192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OqZNA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0" o:spid="_x0000_s1060" style="position:absolute;left:0pt;margin-left:-5.1pt;margin-top:938.65pt;height:11.3pt;width:11.3pt;z-index:251655168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7KMw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59" o:spid="_x0000_s1059" style="position:absolute;left:0pt;margin-left:-3.4pt;margin-top:810.8pt;height:11.3pt;width:11.3pt;z-index:251654144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MM/NA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58" o:spid="_x0000_s1058" style="position:absolute;left:0pt;margin-left:0.3pt;margin-top:1343.15pt;height:11.3pt;width:11.3pt;z-index:251657216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si9NA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57" o:spid="_x0000_s1057" style="position:absolute;left:0pt;margin-left:0pt;margin-top:1228.8pt;height:11.3pt;width:11.3pt;z-index:251660288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PVINA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56" o:spid="_x0000_s1056" style="position:absolute;left:0pt;margin-left:-5.1pt;margin-top:938.65pt;height:11.3pt;width:11.3pt;z-index:251659264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uEbNQ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55" o:spid="_x0000_s1055" style="position:absolute;left:0pt;margin-left:-3.4pt;margin-top:810.8pt;height:11.3pt;width:11.3pt;z-index:251658240;mso-width-relative:page;mso-height-relative:page;" fillcolor="#F2F2F2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27307,56628;122678,62058;122678,122565;111105,134201;23147,134201;9259,122565;9259,33356;23147,20169;73298,20169;78699,15515;73298,10860;23147,10860;0,33356;0,122565;23147,143510;111105,143510;131937,122565;131937,62058;127307,56628;137338,12412;130393,5430;109561,5430;95673,21720;33177,81452;33177,83779;33177,83779;23918,114808;30091,121014;59410,110154;60182,110929;61725,110929;121135,47320;137338,34132;137338,12412;37035,107826;40893,94639;49380,103172;37035,107826;57867,97742;45522,85330;101074,29478;113419,41889;57867,97742;130393,26375;121135,36459;106475,21720;116505,12412;119592,10860;123449,12412;130393,19393;130393,26375;130393,26375;130393,26375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snapToGrid w:val="0"/>
        <w:rPr>
          <w:rFonts w:ascii="微软雅黑" w:hAnsi="微软雅黑"/>
        </w:rPr>
      </w:pPr>
      <w:bookmarkStart w:id="0" w:name="_GoBack"/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83185</wp:posOffset>
            </wp:positionH>
            <wp:positionV relativeFrom="paragraph">
              <wp:posOffset>-167640</wp:posOffset>
            </wp:positionV>
            <wp:extent cx="1089660" cy="1333500"/>
            <wp:effectExtent l="0" t="0" r="15240" b="0"/>
            <wp:wrapNone/>
            <wp:docPr id="32" name="图片 3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pict>
          <v:shape id="文本框 16" o:spid="_x0000_s1054" o:spt="202" type="#_x0000_t202" style="position:absolute;left:0pt;margin-left:154.25pt;margin-top:-3.95pt;height:81.35pt;width:169.4pt;mso-position-horizontal-relative:margin;z-index:25167564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6"/>
                    <w:spacing w:before="0" w:beforeAutospacing="0" w:after="0" w:afterAutospacing="0"/>
                    <w:textAlignment w:val="baseline"/>
                    <w:rPr>
                      <w:rFonts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52"/>
                      <w:szCs w:val="52"/>
                    </w:rPr>
                  </w:pPr>
                  <w:r>
                    <w:rPr>
                      <w:rFonts w:hint="eastAsia"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52"/>
                      <w:szCs w:val="52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52"/>
                      <w:szCs w:val="52"/>
                    </w:rPr>
                    <w:t xml:space="preserve"> </w:t>
                  </w:r>
                </w:p>
                <w:p>
                  <w:pPr>
                    <w:pStyle w:val="6"/>
                    <w:spacing w:before="0" w:beforeAutospacing="0" w:after="0" w:afterAutospacing="0"/>
                    <w:textAlignment w:val="baseline"/>
                    <w:rPr>
                      <w:rFonts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21"/>
                      <w:szCs w:val="21"/>
                    </w:rPr>
                    <w:t>求职意向：银行柜员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1040"/>
                    <w:textAlignment w:val="baseline"/>
                    <w:rPr>
                      <w:rFonts w:ascii="微软雅黑" w:hAnsi="微软雅黑" w:eastAsia="微软雅黑"/>
                      <w:color w:val="80A965"/>
                      <w:sz w:val="52"/>
                      <w:szCs w:val="52"/>
                    </w:rPr>
                  </w:pPr>
                  <w:r>
                    <w:rPr>
                      <w:rFonts w:hint="eastAsia" w:ascii="微软雅黑" w:hAnsi="微软雅黑" w:eastAsia="微软雅黑" w:cstheme="minorBidi"/>
                      <w:b/>
                      <w:bCs/>
                      <w:color w:val="80A965"/>
                      <w:kern w:val="24"/>
                      <w:sz w:val="52"/>
                      <w:szCs w:val="5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软雅黑" w:hAnsi="微软雅黑"/>
        </w:rPr>
        <w:pict>
          <v:group id="组合 7174" o:spid="_x0000_s1049" o:spt="203" style="position:absolute;left:0pt;margin-left:353.35pt;margin-top:13.65pt;height:63.75pt;width:11.5pt;z-index:251673600;mso-width-relative:page;mso-height-relative:page;" coordorigin="-21,711" coordsize="1464,8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">
            <o:lock v:ext="edit"/>
            <v:shape id="Freeform 192" o:spid="_x0000_s1053" style="position:absolute;left:101;top:5379;height:1511;width:1080;" filled="f" stroked="f" coordsize="12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AN8YA&#10;AADdAAAADwAAAGRycy9kb3ducmV2LnhtbESPzWrDMBCE74W+g9hCb42cnzbBiRJC04bejFNDrou1&#10;sUytlZHUxHn7qFDIcZiZb5jVZrCdOJMPrWMF41EGgrh2uuVGQfX9+bIAESKyxs4xKbhSgM368WGF&#10;uXYXLul8iI1IEA45KjAx9rmUoTZkMYxcT5y8k/MWY5K+kdrjJcFtJydZ9iYttpwWDPb0bqj+Ofxa&#10;BXpX7ctpYY7X3b6YFr7azj4mjVLPT8N2CSLSEO/h//aXVjAfz1/h7016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5AN8YAAADdAAAADwAAAAAAAAAAAAAAAACYAgAAZHJz&#10;L2Rvd25yZXYueG1sUEsFBgAAAAAEAAQA9QAAAIsDAAAAAA==&#10;" path="m105,0c16,0,16,0,16,0c7,0,0,7,0,15c0,153,0,153,0,153c0,162,7,168,16,168c53,168,53,168,53,168c74,168,74,168,74,168c105,168,105,168,105,168c114,168,120,162,120,153c120,15,120,15,120,15c120,7,114,0,105,0xm46,11c75,11,75,11,75,11c77,11,78,12,78,13c78,15,77,16,75,16c46,16,46,16,46,16c44,16,43,15,43,13c43,12,44,11,46,11xm60,151c54,151,50,146,50,140c50,134,54,129,60,129c66,129,71,134,71,140c71,146,66,151,60,151xm109,111c109,113,108,115,105,115c15,115,15,115,15,115c13,115,12,113,12,111c12,30,12,30,12,30c12,28,13,26,15,26c105,26,105,26,105,26c108,26,109,28,109,30c109,111,109,111,109,111xm109,111c109,111,109,111,109,111e">
              <v:path arrowok="t" o:connecttype="custom" o:connectlocs="94456,0;14393,0;0,13494;0,137636;14393,151130;47678,151130;66569,151130;94456,151130;107950,137636;107950,13494;94456,0;41381,9895;67469,9895;70168,11695;67469,14393;41381,14393;38682,11695;41381,9895;53975,135837;44979,125942;53975,116046;63870,125942;53975,135837;98055,99854;94456,103452;13494,103452;10795,99854;10795,26988;13494,23389;94456,23389;98055,26988;98055,99854;98055,99854;98055,99854" o:connectangles="0,0,0,0,0,0,0,0,0,0,0,0,0,0,0,0,0,0,0,0,0,0,0,0,0,0,0,0,0,0,0,0,0,0"/>
              <v:fill on="f" focussize="0,0"/>
              <v:stroke on="f"/>
              <v:imagedata o:title=""/>
              <o:lock v:ext="edit" aspectratio="t"/>
            </v:shape>
            <v:shape id="圆形小人1 29" o:spid="_x0000_s1052" o:spt="100" style="position:absolute;left:0;top:711;height:1136;width:1435;v-text-anchor:middle;" filled="f" stroked="f" coordsize="683211,432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Wq8QA&#10;AADdAAAADwAAAGRycy9kb3ducmV2LnhtbESPQWsCMRSE7wX/Q3hCbzWrBS2rUbQg6K2rBfH23Dw3&#10;i5uXbRJ1/fdNoeBxmJlvmNmis424kQ+1YwXDQQaCuHS65krB93799gEiRGSNjWNS8KAAi3nvZYa5&#10;dncu6LaLlUgQDjkqMDG2uZShNGQxDFxLnLyz8xZjkr6S2uM9wW0jR1k2lhZrTgsGW/o0VF52V6vA&#10;u1h5me1PRfE++tr+HFfd5mCUeu13yymISF18hv/bG61gMpyM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b1qvEAAAA3QAAAA8AAAAAAAAAAAAAAAAAmAIAAGRycy9k&#10;b3ducmV2LnhtbFBLBQYAAAAABAAEAPUAAACJAwAAAAA=&#10;" adj="," path="m512137,280189c588167,280189,653655,340557,683040,427518l683211,432048,518050,432048,517720,423301c501526,375376,479652,331635,452572,294062c471023,284776,491179,280189,512137,280189xm242652,216651c350494,216651,443383,302276,485063,425622l485305,432048,0,432048,242,425623c41922,302276,134811,216651,242652,216651xm512137,127447c549644,127447,580050,157437,580050,194431c580050,231425,549644,261414,512137,261414c474630,261414,444224,231425,444224,194431c444224,157437,474630,127447,512137,127447xm242652,0c295853,0,338980,42537,338980,95010c338980,147482,295853,190020,242652,190020c189452,190020,146324,147482,146324,95010c146324,42537,189452,0,242652,0xe">
              <v:path arrowok="t" o:connecttype="custom" o:connectlocs="192,319;255,486;256,492;194,492;194,482;169,335;192,319;91,247;181,484;181,492;0,492;0,484;91,247;192,145;217,221;192,298;166,221;192,145;91,0;127,108;91,216;55,108;91,0" o:connectangles="0,0,0,0,0,0,0,0,0,0,0,0,0,0,0,0,0,0,0,0,0,0,0"/>
              <v:fill on="f" focussize="0,0"/>
              <v:stroke on="f" joinstyle="round"/>
              <v:imagedata o:title=""/>
              <o:lock v:ext="edit" aspectratio="t"/>
            </v:shape>
            <v:shape id="Freeform 57" o:spid="_x0000_s1051" style="position:absolute;left:0;top:2594;flip:x;height:1797;width:1442;" filled="f" stroked="f" coordsize="82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68MAA&#10;AADdAAAADwAAAGRycy9kb3ducmV2LnhtbERPTYvCMBC9C/sfwizsTRM9bJdqFFkQxIOoW+9DMzZd&#10;m0lpoq3/3hwEj4/3vVgNrhF36kLtWcN0okAQl97UXGko/jbjHxAhIhtsPJOGBwVYLT9GC8yN7/lI&#10;91OsRArhkKMGG2ObSxlKSw7DxLfEibv4zmFMsKuk6bBP4a6RM6W+pcOaU4PFln4tldfTzWlwRX3e&#10;H/6vj4PazdTGZmtfxl7rr89hPQcRaYhv8cu9NRqyaZb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e68MAAAADdAAAADwAAAAAAAAAAAAAAAACYAgAAZHJzL2Rvd25y&#10;ZXYueG1sUEsFBgAAAAAEAAQA9QAAAIUDAAAAAA==&#10;" path="m41,109c41,109,0,64,0,41c0,19,18,0,41,0c63,0,82,19,82,41c82,64,41,109,41,109xm41,14c26,14,13,26,13,41c13,56,26,69,41,69c56,69,68,56,68,41c68,26,56,14,41,14xm41,14c41,14,41,14,41,14e">
              <v:path arrowok="t" o:connecttype="custom" o:connectlocs="72135,179705;0,67595;72135,0;144270,67595;72135,179705;72135,23081;22872,67595;72135,113758;119639,67595;72135,23081;72135,23081;72135,23081" o:connectangles="0,0,0,0,0,0,0,0,0,0,0,0"/>
              <v:fill on="f" focussize="0,0"/>
              <v:stroke on="f"/>
              <v:imagedata o:title=""/>
              <o:lock v:ext="edit"/>
            </v:shape>
            <v:shape id="Freeform 40" o:spid="_x0000_s1050" style="position:absolute;left:-21;top:7822;flip:x;height:990;width:1434;" filled="f" stroked="f" coordsize="30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+OHccA&#10;AADdAAAADwAAAGRycy9kb3ducmV2LnhtbESP3WoCMRSE74W+QziCd5pV8KerUYpgWUpRq5beHjfH&#10;7NLNybJJdfv2TUHwcpiZb5jFqrWVuFLjS8cKhoMEBHHudMlGwem46c9A+ICssXJMCn7Jw2r51Flg&#10;qt2NP+h6CEZECPsUFRQh1KmUPi/Ioh+4mjh6F9dYDFE2RuoGbxFuKzlKkom0WHJcKLCmdUH59+HH&#10;Kvg8r7+yrR+Z1/3YbCdu57PN27tSvW77MgcRqA2P8L2daQXT4fQZ/t/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fjh3HAAAA3QAAAA8AAAAAAAAAAAAAAAAAmAIAAGRy&#10;cy9kb3ducmV2LnhtbFBLBQYAAAAABAAEAPUAAACMAwAAAAA=&#10;" path="m0,208l94,123,151,170,208,123,302,208,0,208,0,208,0,208xm217,114l302,48,302,189,217,114,217,114,217,114xm0,189l0,48,85,114,0,189,0,189,0,189xm151,152l0,29,0,0,302,0,302,29,151,152,151,152,151,152xm151,152l151,152xe">
              <v:path arrowok="t" o:connecttype="custom" o:connectlocs="0,99060;44669,58579;71755,80963;98841,58579;143510,99060;0,99060;0,99060;0,99060;103118,54293;143510,22860;143510,90011;103118,54293;103118,54293;103118,54293;0,90011;0,22860;40392,54293;0,90011;0,90011;0,90011;71755,72390;0,13811;0,0;143510,0;143510,13811;71755,72390;71755,72390;71755,72390;71755,72390;71755,72390" o:connectangles="0,0,0,0,0,0,0,0,0,0,0,0,0,0,0,0,0,0,0,0,0,0,0,0,0,0,0,0,0,0"/>
              <v:fill on="f" focussize="0,0"/>
              <v:stroke on="f"/>
              <v:imagedata o:title=""/>
              <o:lock v:ext="edit" aspectratio="t"/>
            </v:shape>
          </v:group>
        </w:pict>
      </w:r>
      <w:r>
        <w:rPr>
          <w:rFonts w:ascii="微软雅黑" w:hAnsi="微软雅黑"/>
        </w:rPr>
        <w:pict>
          <v:shape id="文本框 28" o:spid="_x0000_s1048" o:spt="202" type="#_x0000_t202" style="position:absolute;left:0pt;margin-left:371.05pt;margin-top:6.05pt;height:79.3pt;width:198.25pt;z-index:2516746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6"/>
                    <w:snapToGrid w:val="0"/>
                    <w:spacing w:before="0" w:beforeAutospacing="0" w:after="0" w:afterAutospacing="0" w:line="360" w:lineRule="exact"/>
                    <w:textAlignment w:val="baseline"/>
                    <w:rPr>
                      <w:rFonts w:ascii="微软雅黑" w:hAnsi="微软雅黑" w:eastAsia="微软雅黑"/>
                      <w:kern w:val="24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/>
                      <w:kern w:val="24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微软雅黑" w:hAnsi="微软雅黑" w:eastAsia="微软雅黑"/>
                      <w:kern w:val="24"/>
                      <w:sz w:val="21"/>
                      <w:szCs w:val="21"/>
                    </w:rPr>
                    <w:t>5岁</w:t>
                  </w:r>
                </w:p>
                <w:p>
                  <w:pPr>
                    <w:pStyle w:val="6"/>
                    <w:snapToGrid w:val="0"/>
                    <w:spacing w:before="0" w:beforeAutospacing="0" w:after="0" w:afterAutospacing="0" w:line="360" w:lineRule="exact"/>
                    <w:textAlignment w:val="baseline"/>
                    <w:rPr>
                      <w:rFonts w:ascii="微软雅黑" w:hAnsi="微软雅黑" w:eastAsia="微软雅黑" w:cstheme="minorBidi"/>
                      <w:kern w:val="24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/>
                      <w:kern w:val="24"/>
                      <w:sz w:val="21"/>
                      <w:szCs w:val="21"/>
                    </w:rPr>
                    <w:t>广东省广州市</w:t>
                  </w:r>
                </w:p>
                <w:p>
                  <w:pPr>
                    <w:pStyle w:val="6"/>
                    <w:snapToGrid w:val="0"/>
                    <w:spacing w:before="0" w:beforeAutospacing="0" w:after="0" w:afterAutospacing="0" w:line="360" w:lineRule="exact"/>
                    <w:ind w:left="105" w:hanging="105" w:hangingChars="50"/>
                    <w:textAlignment w:val="baseline"/>
                    <w:rPr>
                      <w:rFonts w:ascii="微软雅黑" w:hAnsi="微软雅黑" w:eastAsia="微软雅黑" w:cstheme="minorBidi"/>
                      <w:kern w:val="24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theme="minorBidi"/>
                      <w:kern w:val="24"/>
                      <w:sz w:val="21"/>
                      <w:szCs w:val="21"/>
                    </w:rPr>
                    <w:t>13800138000</w:t>
                  </w:r>
                </w:p>
                <w:p>
                  <w:pPr>
                    <w:pStyle w:val="6"/>
                    <w:snapToGrid w:val="0"/>
                    <w:spacing w:before="0" w:beforeAutospacing="0" w:after="0" w:afterAutospacing="0" w:line="360" w:lineRule="exact"/>
                    <w:textAlignment w:val="baseline"/>
                    <w:rPr>
                      <w:rFonts w:ascii="微软雅黑" w:hAnsi="微软雅黑" w:eastAsia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theme="minorBidi"/>
                      <w:kern w:val="24"/>
                      <w:sz w:val="21"/>
                      <w:szCs w:val="21"/>
                    </w:rPr>
                    <w:t>22443</w:t>
                  </w:r>
                  <w:r>
                    <w:rPr>
                      <w:rFonts w:hint="eastAsia" w:ascii="微软雅黑" w:hAnsi="微软雅黑" w:eastAsia="微软雅黑" w:cstheme="minorBidi"/>
                      <w:kern w:val="24"/>
                      <w:sz w:val="21"/>
                      <w:szCs w:val="21"/>
                      <w:lang w:val="en-US" w:eastAsia="zh-CN"/>
                    </w:rPr>
                    <w:t>0000</w:t>
                  </w:r>
                  <w:r>
                    <w:rPr>
                      <w:rFonts w:hint="eastAsia" w:ascii="微软雅黑" w:hAnsi="微软雅黑" w:eastAsia="微软雅黑" w:cstheme="minorBidi"/>
                      <w:kern w:val="24"/>
                      <w:sz w:val="21"/>
                      <w:szCs w:val="21"/>
                    </w:rPr>
                    <w:t>＠ｑ</w:t>
                  </w:r>
                  <w:r>
                    <w:rPr>
                      <w:rFonts w:ascii="微软雅黑" w:hAnsi="微软雅黑" w:eastAsia="微软雅黑" w:cstheme="minorBidi"/>
                      <w:kern w:val="24"/>
                      <w:sz w:val="21"/>
                      <w:szCs w:val="21"/>
                    </w:rPr>
                    <w:t>q.com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1072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-1014730</wp:posOffset>
            </wp:positionV>
            <wp:extent cx="7614285" cy="11955780"/>
            <wp:effectExtent l="0" t="0" r="6350" b="8255"/>
            <wp:wrapNone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4000" cy="119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微软雅黑" w:hAnsi="微软雅黑"/>
        </w:rPr>
        <w:pict>
          <v:rect id="矩形 7170" o:spid="_x0000_s1047" o:spt="1" style="position:absolute;left:0pt;margin-left:-6.35pt;margin-top:97.2pt;height:0pt;width:549.9pt;z-index:251670528;v-text-anchor:middle;mso-width-relative:page;mso-height-relative:page;" fillcolor="#000000 [3213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widowControl/>
        <w:jc w:val="center"/>
        <w:rPr>
          <w:rStyle w:val="8"/>
          <w:rFonts w:cs="微软雅黑"/>
          <w:bCs/>
          <w:color w:val="000000"/>
          <w:kern w:val="0"/>
          <w:sz w:val="22"/>
        </w:rPr>
      </w:pPr>
    </w:p>
    <w:p>
      <w:pPr>
        <w:widowControl/>
        <w:tabs>
          <w:tab w:val="left" w:pos="1563"/>
        </w:tabs>
        <w:wordWrap w:val="0"/>
        <w:spacing w:line="336" w:lineRule="atLeast"/>
        <w:jc w:val="left"/>
        <w:rPr>
          <w:rFonts w:cs="微软雅黑"/>
          <w:b/>
          <w:bCs/>
          <w:sz w:val="22"/>
        </w:rPr>
      </w:pPr>
    </w:p>
    <w:p>
      <w:r>
        <w:rPr>
          <w:rFonts w:ascii="微软雅黑" w:hAnsi="微软雅黑"/>
        </w:rPr>
        <w:pict>
          <v:group id="组合 7172" o:spid="_x0000_s1044" o:spt="203" style="position:absolute;left:0pt;margin-left:-10.55pt;margin-top:18.15pt;height:4.2pt;width:551.35pt;z-index:251672576;mso-width-relative:page;mso-height-relative:page;" coordorigin="-139,0" coordsize="70020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">
            <o:lock v:ext="edit"/>
            <v:rect id="矩形 42" o:spid="_x0000_s1046" o:spt="1" style="position:absolute;left:25;top:0;height:355;width:69837;v-text-anchor:middl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AmcMA&#10;AADbAAAADwAAAGRycy9kb3ducmV2LnhtbESPT2sCMRTE7wW/Q3iCt5pVpMhqFBWkLR5K/XN/Js/d&#10;xc3LksTd9ds3hUKPw8z8hlmue1uLlnyoHCuYjDMQxNqZigsF59P+dQ4iRGSDtWNS8KQA69XgZYm5&#10;cR1/U3uMhUgQDjkqKGNscimDLsliGLuGOHk35y3GJH0hjccuwW0tp1n2Ji1WnBZKbGhXkr4fH1bB&#10;xd22ndVX/myfX9Xj/eC1nh+UGg37zQJEpD7+h//aH0bBbAq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kAmcMAAADbAAAADwAAAAAAAAAAAAAAAACYAgAAZHJzL2Rv&#10;d25yZXYueG1sUEsFBgAAAAAEAAQA9QAAAIgDAAAAAA==&#10;">
              <v:path/>
              <v:fill on="f" focussize="0,0"/>
              <v:stroke on="f" weight="1pt"/>
              <v:imagedata o:title=""/>
              <o:lock v:ext="edit"/>
            </v:rect>
            <v:line id="直接连接符 7171" o:spid="_x0000_s1045" o:spt="20" style="position:absolute;left:-139;top:537;height:0;width:70019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R+sUAAADdAAAADwAAAGRycy9kb3ducmV2LnhtbESPT2sCMRTE70K/Q3gFL1Kz8aB1NUpR&#10;Kr3659DjY/O6Wbt5WZNUt9++KQgeh5n5DbNc964VVwqx8axBjQsQxJU3DdcaTsf3l1cQMSEbbD2T&#10;hl+KsF49DZZYGn/jPV0PqRYZwrFEDTalrpQyVpYcxrHviLP35YPDlGWopQl4y3DXyklRTKXDhvOC&#10;xY42lqrvw4/TMP/0aneZnudmu2135tiPlA0jrYfP/dsCRKI+PcL39ofRMFMzBf9v8hO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R+sUAAADdAAAADwAAAAAAAAAA&#10;AAAAAAChAgAAZHJzL2Rvd25yZXYueG1sUEsFBgAAAAAEAAQA+QAAAJMDAAAAAA==&#10;">
              <v:path arrowok="t"/>
              <v:fill focussize="0,0"/>
              <v:stroke weight="0.5pt" color="#80A965" joinstyle="miter"/>
              <v:imagedata o:title=""/>
              <o:lock v:ext="edit"/>
            </v:line>
          </v:group>
        </w:pic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pict>
          <v:shape id="_x0000_s1043" o:spid="_x0000_s1043" style="position:absolute;left:0pt;margin-left:-3pt;margin-top:15.25pt;height:17.55pt;width:17.5pt;z-index:251669504;mso-width-relative:page;mso-height-relative:page;" fillcolor="#80A965" filled="t" stroked="f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arrowok="t" o:connecttype="custom" o:connectlocs="197157,87949;189988,96383;189988,190356;172065,208428;35847,208428;14339,190356;14339,51806;35847,31324;113515,31324;121879,24096;113515,16867;35847,16867;0,51806;0,190356;35847,222885;172065,222885;204327,190356;204327,96383;197157,87949;212691,19277;201937,8433;169675,8433;148167,33734;51380,126502;51380,130117;51380,130117;37042,178308;46601,187946;92007,171079;93202,172284;95591,172284;187598,73492;212691,53010;212691,19277;57355,167465;63329,146984;76473,160236;57355,167465;89617,151803;70499,132526;156531,45782;175649,65058;89617,151803;201937,40963;187598,56625;164895,33734;180429,19277;185208,16867;191183,19277;201937,30120;201937,40963;201937,40963;201937,40963" o:connectangles="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42" o:spid="_x0000_s1042" o:spt="202" type="#_x0000_t202" style="position:absolute;left:0pt;margin-left:17.95pt;margin-top:9.5pt;height:647.1pt;width:512.6pt;z-index:25166848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b/>
                      <w:color w:val="80A965"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/>
                      <w:b/>
                      <w:color w:val="80A965"/>
                      <w:sz w:val="32"/>
                      <w:szCs w:val="32"/>
                    </w:rPr>
                    <w:t>自我评价</w:t>
                  </w:r>
                  <w:r>
                    <w:rPr>
                      <w:rFonts w:hint="eastAsia" w:ascii="微软雅黑" w:hAnsi="微软雅黑"/>
                      <w:color w:val="80A965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微软雅黑" w:hAnsi="微软雅黑"/>
                      <w:color w:val="80A965"/>
                      <w:sz w:val="32"/>
                      <w:szCs w:val="32"/>
                    </w:rPr>
                    <w:t>SELF ASSESSMENT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 xml:space="preserve">熟悉金融服务操作、产品当地规章制度、内部指南； 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 xml:space="preserve">具有强烈的责任心和客户服务意识，良好的沟通能力，具备熟练的英文读、写能力； 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1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目标明确、擅于制定详细的计划来实现目标；严谨务实，以诚待人，团队协作能力强.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b/>
                      <w:color w:val="80A965"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/>
                      <w:b/>
                      <w:color w:val="80A965"/>
                      <w:sz w:val="32"/>
                      <w:szCs w:val="32"/>
                    </w:rPr>
                    <w:t>工作经历</w:t>
                  </w:r>
                  <w:r>
                    <w:rPr>
                      <w:rFonts w:hint="eastAsia" w:ascii="微软雅黑" w:hAnsi="微软雅黑"/>
                      <w:color w:val="80A965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微软雅黑" w:hAnsi="微软雅黑"/>
                      <w:color w:val="80A965"/>
                      <w:sz w:val="32"/>
                      <w:szCs w:val="32"/>
                    </w:rPr>
                    <w:t>EXPERIENCE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</w:rPr>
                  </w:pPr>
                  <w:r>
                    <w:rPr>
                      <w:rFonts w:hint="eastAsia" w:ascii="微软雅黑" w:hAnsi="微软雅黑"/>
                    </w:rPr>
                    <w:t>2014.8-2015.4       广州银行                     营业部           柜员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2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根据客户的需求提供专业的银行业务咨询和办理；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2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协助产品经理完成每期的产品促销，选择卖家和产品，保证促销活动的完成；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2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受理客户的意见建议，并做好记录反馈.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sz w:val="10"/>
                      <w:szCs w:val="10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</w:rPr>
                  </w:pPr>
                  <w:r>
                    <w:rPr>
                      <w:rFonts w:hint="eastAsia" w:ascii="微软雅黑" w:hAnsi="微软雅黑"/>
                    </w:rPr>
                    <w:t>2013.7-2014.7       广发银行                     营业部          开户业务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3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组织开展投资顾问业务，完成客基础服务工作；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3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负责经纪人业务的规范管理和业务推进；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3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负责各类创新业务的拓展和推进.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sz w:val="10"/>
                      <w:szCs w:val="10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</w:rPr>
                  </w:pPr>
                  <w:r>
                    <w:rPr>
                      <w:rFonts w:hint="eastAsia" w:ascii="微软雅黑" w:hAnsi="微软雅黑"/>
                    </w:rPr>
                    <w:t>2008.8-2009.6      东亚银行（中国）有限公         营业部          柜员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4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负责外币及人民币柜台业务，包括储蓄、汇款等，确保按照操作规程办理业务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 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4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提供标准柜台服务，热情接待客户，及时准确地办理柜面业务；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 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4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完成分行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>/</w:t>
                  </w: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支行安排的其他工作.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b/>
                      <w:color w:val="80A965"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/>
                      <w:b/>
                      <w:color w:val="80A965"/>
                      <w:sz w:val="32"/>
                      <w:szCs w:val="32"/>
                    </w:rPr>
                    <w:t xml:space="preserve">教育背景 </w:t>
                  </w:r>
                  <w:r>
                    <w:rPr>
                      <w:rFonts w:ascii="微软雅黑" w:hAnsi="微软雅黑"/>
                      <w:color w:val="80A965"/>
                      <w:sz w:val="32"/>
                      <w:szCs w:val="32"/>
                    </w:rPr>
                    <w:t>EDUCATION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5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主修课程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政治经济学、西方经济学、财政学、国际经济学、货币银行学、国际金融管理、证券投资学、保险学、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商业银行业务管理、中央银行业务、投资银行理.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color w:val="000000" w:themeColor="text1"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  <w:b/>
                      <w:color w:val="80A965"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/>
                      <w:b/>
                      <w:color w:val="80A965"/>
                      <w:sz w:val="32"/>
                      <w:szCs w:val="32"/>
                    </w:rPr>
                    <w:t xml:space="preserve">技能证书 </w:t>
                  </w:r>
                  <w:r>
                    <w:rPr>
                      <w:rFonts w:ascii="微软雅黑" w:hAnsi="微软雅黑"/>
                      <w:color w:val="80A965"/>
                      <w:sz w:val="32"/>
                      <w:szCs w:val="32"/>
                    </w:rPr>
                    <w:t>AWARD CERTIFICATE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6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IELTS:7.0                          </w:t>
                  </w: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VFP计算机二级证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                    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6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 xml:space="preserve">计算机等级                      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   </w:t>
                  </w: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证券从业资格证</w:t>
                  </w:r>
                </w:p>
                <w:p>
                  <w:pPr>
                    <w:pStyle w:val="18"/>
                    <w:widowControl/>
                    <w:numPr>
                      <w:ilvl w:val="0"/>
                      <w:numId w:val="6"/>
                    </w:numPr>
                    <w:snapToGrid w:val="0"/>
                    <w:spacing w:line="400" w:lineRule="exact"/>
                    <w:ind w:firstLineChars="0"/>
                    <w:rPr>
                      <w:rFonts w:ascii="微软雅黑" w:hAnsi="微软雅黑"/>
                      <w:color w:val="3F3F3F" w:themeColor="text1" w:themeTint="BF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 xml:space="preserve">熟悉office等办公软件             </w:t>
                  </w:r>
                  <w:r>
                    <w:rPr>
                      <w:rFonts w:ascii="微软雅黑" w:hAnsi="微软雅黑"/>
                      <w:color w:val="3F3F3F" w:themeColor="text1" w:themeTint="BF"/>
                    </w:rPr>
                    <w:t xml:space="preserve">  </w:t>
                  </w:r>
                  <w:r>
                    <w:rPr>
                      <w:rFonts w:hint="eastAsia" w:ascii="微软雅黑" w:hAnsi="微软雅黑"/>
                      <w:color w:val="3F3F3F" w:themeColor="text1" w:themeTint="BF"/>
                    </w:rPr>
                    <w:t>英語四六級证书</w:t>
                  </w: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</w:rPr>
                  </w:pPr>
                </w:p>
                <w:p>
                  <w:pPr>
                    <w:snapToGrid w:val="0"/>
                    <w:spacing w:line="400" w:lineRule="exact"/>
                    <w:rPr>
                      <w:rFonts w:ascii="微软雅黑" w:hAnsi="微软雅黑"/>
                    </w:rPr>
                  </w:pPr>
                </w:p>
              </w:txbxContent>
            </v:textbox>
          </v:shape>
        </w:pic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rPr>
          <w:rFonts w:ascii="微软雅黑" w:hAnsi="微软雅黑"/>
        </w:rPr>
        <w:pict>
          <v:shape id="文本框 2" o:spid="_x0000_s1041" o:spt="202" type="#_x0000_t202" style="height:26.6pt;width:135.5pt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">
            <v:path/>
            <v:fill on="f" focussize="0,0"/>
            <v:stroke on="f" joinstyle="miter"/>
            <v:imagedata o:title=""/>
            <o:lock v:ext="edit"/>
            <v:textbox inset="0mm,0mm,2.54mm,0mm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  <w:szCs w:val="21"/>
                    </w:rPr>
                    <w:t>求职意向</w:t>
                  </w:r>
                  <w:r>
                    <w:rPr>
                      <w:rFonts w:ascii="微软雅黑" w:hAnsi="微软雅黑"/>
                      <w:color w:val="FFFFFF" w:themeColor="background1"/>
                      <w:szCs w:val="21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FFFFFF" w:themeColor="background1"/>
                      <w:szCs w:val="21"/>
                    </w:rPr>
                    <w:t>保险</w:t>
                  </w:r>
                </w:p>
              </w:txbxContent>
            </v:textbox>
            <w10:wrap type="none"/>
            <w10:anchorlock/>
          </v:shape>
        </w:pic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pict>
          <v:shape id="Freeform 103" o:spid="_x0000_s1040" style="position:absolute;left:0pt;margin-left:-3pt;margin-top:16.75pt;height:15.9pt;width:16.95pt;z-index:251667456;mso-width-relative:page;mso-height-relative:page;" fillcolor="#80A965" filled="t" stroked="f" coordsize="120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<v:path arrowok="t" o:connecttype="custom" o:connectlocs="86106,113586;93282,106374;120190,106374;125571,113586;125571,122600;120190,129812;93282,129812;86106,122600;86106,113586;62786,36059;7176,36059;0,46877;0,82936;66373,109980;75343,109980;75343,102768;82518,97359;125571,97359;136335,102768;136335,109980;147098,109980;213471,82936;213471,45074;206296,36059;148892,36059;62786,36059;132747,36059;132747,23438;129159,16227;84312,16227;78931,23438;78931,36059;62786,36059;62786,12621;73549,1803;138128,1803;150686,12621;148892,36059;132747,36059;213471,90147;213471,189309;202708,200127;8969,200127;0,191112;0,90147;77137,120797;77137,129812;86106,140630;125571,140630;136335,129812;136335,120797;213471,90147;213471,90147;213471,90147" o:connectangles="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  <w:r>
        <w:pict>
          <v:shape id="Freeform 142" o:spid="_x0000_s1039" style="position:absolute;left:0pt;margin-left:-10.55pt;margin-top:17.35pt;height:17.75pt;width:25.4pt;z-index:251666432;mso-width-relative:page;mso-height-relative:page;" fillcolor="#80A965" filled="t" stroked="f" coordsize="263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<v:path arrowok="t" o:connecttype="custom" o:connectlocs="312768,51456;171716,2450;155771,2450;13492,51456;13492,62482;46609,74733;30663,121288;20851,135990;29437,149467;0,211949;23304,225425;45382,148241;51515,135990;44155,122514;61327,80859;62554,79634;160677,40429;169263,44105;169263,44105;165583,53906;83405,86985;156997,111487;172942,111487;313994,63707;312768,51456;312768,51456;156997,129864;67460,100461;67460,122514;74819,139665;68686,155592;74819,164168;256347,160493;263706,148241;263706,99236;172942,129864;156997,129864;156997,129864;156997,129864;156997,129864" o:connectangles="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spacing w:line="276" w:lineRule="auto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  <w:r>
        <w:pict>
          <v:shape id="Freeform 324" o:spid="_x0000_s1038" style="position:absolute;left:0pt;margin-left:-3pt;margin-top:13.7pt;height:17.55pt;width:17.5pt;z-index:251671552;mso-width-relative:page;mso-height-relative:page;" fillcolor="#80A965" filled="t" stroked="f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<v:path arrowok="t" o:connecttype="custom" o:connectlocs="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>
      <w:pPr>
        <w:adjustRightInd w:val="0"/>
        <w:snapToGrid w:val="0"/>
        <w:ind w:left="4830" w:leftChars="2300"/>
        <w:rPr>
          <w:rFonts w:ascii="微软雅黑" w:hAnsi="微软雅黑"/>
        </w:rPr>
      </w:pPr>
    </w:p>
    <w:p/>
    <w:p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page">
              <wp:posOffset>3175</wp:posOffset>
            </wp:positionH>
            <wp:positionV relativeFrom="paragraph">
              <wp:posOffset>-460375</wp:posOffset>
            </wp:positionV>
            <wp:extent cx="7614285" cy="11955780"/>
            <wp:effectExtent l="0" t="0" r="6350" b="8255"/>
            <wp:wrapNone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4285" cy="1195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pict>
          <v:shape id="_x0000_s1037" o:spid="_x0000_s1037" o:spt="202" type="#_x0000_t202" style="position:absolute;left:0pt;margin-left:25pt;margin-top:111.5pt;height:642.6pt;width:498.55pt;mso-position-horizontal-relative:margin;z-index:25169920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440" w:lineRule="exact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尊敬的领导：  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您好！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210" w:firstLineChars="1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/>
                      <w:szCs w:val="21"/>
                    </w:rPr>
                    <w:t xml:space="preserve"> </w:t>
                  </w:r>
                  <w:r>
                    <w:rPr>
                      <w:rFonts w:hint="eastAsia" w:ascii="微软雅黑" w:hAnsi="微软雅黑"/>
                      <w:szCs w:val="21"/>
                    </w:rPr>
                    <w:t>首先，真诚地感谢您在百忙之中浏览我的自荐信，这对一个即将迈出校门的学子而言，将是一份莫大的鼓励。这是一份简单而又朴实的求职函。也许它的普通没深深地吸住您的眼光， 但它却蕴涵着一颗真诚的心。为此，我诚心恳求您能阅读这份普通的求职函!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210" w:firstLineChars="100"/>
                    <w:rPr>
                      <w:rFonts w:ascii="微软雅黑" w:hAnsi="微软雅黑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>我叫李飞扬</w:t>
                  </w:r>
                  <w:r>
                    <w:rPr>
                      <w:rFonts w:ascii="微软雅黑" w:hAnsi="微软雅黑"/>
                      <w:szCs w:val="21"/>
                    </w:rPr>
                    <w:t>，</w:t>
                  </w:r>
                  <w:r>
                    <w:rPr>
                      <w:rFonts w:hint="eastAsia" w:ascii="微软雅黑" w:hAnsi="微软雅黑"/>
                      <w:szCs w:val="21"/>
                    </w:rPr>
                    <w:t>是广东</w:t>
                  </w:r>
                  <w:r>
                    <w:rPr>
                      <w:rFonts w:ascii="微软雅黑" w:hAnsi="微软雅黑"/>
                      <w:szCs w:val="21"/>
                    </w:rPr>
                    <w:t>广州飞扬大学</w:t>
                  </w:r>
                  <w:r>
                    <w:rPr>
                      <w:rFonts w:hint="eastAsia" w:ascii="微软雅黑" w:hAnsi="微软雅黑"/>
                      <w:szCs w:val="21"/>
                    </w:rPr>
                    <w:t>金融专业的一名大</w:t>
                  </w:r>
                  <w:r>
                    <w:rPr>
                      <w:rFonts w:ascii="微软雅黑" w:hAnsi="微软雅黑"/>
                      <w:szCs w:val="21"/>
                    </w:rPr>
                    <w:t>四</w:t>
                  </w:r>
                  <w:r>
                    <w:rPr>
                      <w:rFonts w:hint="eastAsia" w:ascii="微软雅黑" w:hAnsi="微软雅黑"/>
                      <w:szCs w:val="21"/>
                    </w:rPr>
                    <w:t>学生，即将面临毕业。在校期间，在师友的严格 教益及个人的努力下，系统地掌握了有关理论，</w:t>
                  </w:r>
                  <w:r>
                    <w:rPr>
                      <w:rFonts w:ascii="微软雅黑" w:hAnsi="微软雅黑"/>
                      <w:szCs w:val="21"/>
                    </w:rPr>
                    <w:t>我认为自己有以下优势，能够胜任</w:t>
                  </w:r>
                  <w:r>
                    <w:rPr>
                      <w:rFonts w:hint="eastAsia" w:ascii="微软雅黑" w:hAnsi="微软雅黑"/>
                      <w:szCs w:val="21"/>
                    </w:rPr>
                    <w:t>银行柜员</w:t>
                  </w:r>
                  <w:r>
                    <w:rPr>
                      <w:rFonts w:ascii="微软雅黑" w:hAnsi="微软雅黑"/>
                      <w:szCs w:val="21"/>
                    </w:rPr>
                    <w:t>岗位的职业需求。</w:t>
                  </w:r>
                  <w:r>
                    <w:rPr>
                      <w:rFonts w:hint="eastAsia" w:ascii="微软雅黑" w:hAnsi="微软雅黑"/>
                      <w:szCs w:val="21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>一</w:t>
                  </w:r>
                  <w:r>
                    <w:rPr>
                      <w:rFonts w:ascii="微软雅黑" w:hAnsi="微软雅黑"/>
                      <w:szCs w:val="21"/>
                    </w:rPr>
                    <w:t>、</w:t>
                  </w:r>
                  <w:r>
                    <w:rPr>
                      <w:rFonts w:hint="eastAsia" w:ascii="微软雅黑" w:hAnsi="微软雅黑"/>
                      <w:szCs w:val="21"/>
                    </w:rPr>
                    <w:t>通过实习积累了丰富的工作经验，熟练掌握银行柜员模拟操作系统，翻打百张，多种点钞技能，了解证券投资分析，并自己进行炒股锻炼，可以对保险各种情况发生进行业务判断。能熟练地收钞、点钞和基本的财务管理，并且能熟练的处理上下级关系，和公司员工和睦相处，维护公司利益，创造公司价值。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440" w:lineRule="exact"/>
                    <w:ind w:firstLine="525" w:firstLineChars="25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>二</w:t>
                  </w:r>
                  <w:r>
                    <w:rPr>
                      <w:rFonts w:ascii="微软雅黑" w:hAnsi="微软雅黑"/>
                      <w:szCs w:val="21"/>
                    </w:rPr>
                    <w:t>、</w:t>
                  </w:r>
                  <w:r>
                    <w:rPr>
                      <w:rFonts w:hint="eastAsia" w:ascii="微软雅黑" w:hAnsi="微软雅黑"/>
                      <w:szCs w:val="21"/>
                    </w:rPr>
                    <w:t>大学期间曾担任过校学生会会员，经济管理中心协会副主席等职，能很好地处理人际关系。在工作上能做到勤勤恳恳，认真负责，精心组织，力求做到最好，实践期间我学会了思考，学会了如何与人相处共事，锻炼了组织能力和沟通、协调能力，培养了吃苦耐劳、乐于奉献、关心集体、务实求进的思想。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525" w:firstLineChars="25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   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>三</w:t>
                  </w:r>
                  <w:r>
                    <w:rPr>
                      <w:rFonts w:ascii="微软雅黑" w:hAnsi="微软雅黑"/>
                      <w:szCs w:val="21"/>
                    </w:rPr>
                    <w:t>、</w:t>
                  </w:r>
                  <w:r>
                    <w:rPr>
                      <w:rFonts w:hint="eastAsia" w:ascii="微软雅黑" w:hAnsi="微软雅黑"/>
                      <w:szCs w:val="21"/>
                    </w:rPr>
                    <w:t>此外，本人积极参加各类活动，不断丰富自己的业务知识，抓住每一个机会，锻炼自己。大学期间，我深深地感受到，与优秀学生共事，使我在竞争中获益；向实际困难挑战，让我在挫折中 成长。我热爱金融</w:t>
                  </w:r>
                  <w:r>
                    <w:rPr>
                      <w:rFonts w:ascii="微软雅黑" w:hAnsi="微软雅黑"/>
                      <w:szCs w:val="21"/>
                    </w:rPr>
                    <w:t>行业</w:t>
                  </w:r>
                  <w:r>
                    <w:rPr>
                      <w:rFonts w:hint="eastAsia" w:ascii="微软雅黑" w:hAnsi="微软雅黑"/>
                      <w:szCs w:val="21"/>
                    </w:rPr>
                    <w:t xml:space="preserve">，殷切地期望能够在您的领导下，为这一光荣的事业 添砖加瓦；并且在实践中不断学习、进步。随信附上个人求职简历，收笔之际，郑重地提 一个小小的要求：无论您是否选择我，尊敬的领导，希望您能够接受我诚恳的谢意!   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440" w:lineRule="exact"/>
                    <w:ind w:firstLine="420" w:firstLineChars="200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此致 </w:t>
                  </w:r>
                </w:p>
                <w:p>
                  <w:pPr>
                    <w:adjustRightInd w:val="0"/>
                    <w:snapToGrid w:val="0"/>
                    <w:spacing w:before="100" w:beforeAutospacing="1" w:after="100" w:afterAutospacing="1" w:line="440" w:lineRule="exact"/>
                    <w:rPr>
                      <w:rFonts w:hint="eastAsia" w:ascii="微软雅黑" w:hAnsi="微软雅黑" w:eastAsia="微软雅黑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>敬礼                                                                   申请人：</w:t>
                  </w:r>
                  <w:r>
                    <w:rPr>
                      <w:rFonts w:hint="eastAsia" w:ascii="微软雅黑" w:hAnsi="微软雅黑"/>
                      <w:szCs w:val="21"/>
                      <w:lang w:eastAsia="zh-CN"/>
                    </w:rPr>
                    <w:t>幸运日素材</w:t>
                  </w:r>
                </w:p>
                <w:p>
                  <w:pPr>
                    <w:adjustRightInd w:val="0"/>
                    <w:snapToGrid w:val="0"/>
                    <w:spacing w:before="100" w:beforeAutospacing="1" w:after="100" w:afterAutospacing="1" w:line="440" w:lineRule="exact"/>
                    <w:jc w:val="right"/>
                    <w:rPr>
                      <w:rFonts w:ascii="微软雅黑" w:hAnsi="微软雅黑"/>
                      <w:szCs w:val="21"/>
                    </w:rPr>
                  </w:pPr>
                  <w:r>
                    <w:rPr>
                      <w:rFonts w:hint="eastAsia" w:ascii="微软雅黑" w:hAnsi="微软雅黑"/>
                      <w:szCs w:val="21"/>
                    </w:rPr>
                    <w:t xml:space="preserve"> 申请时间： </w:t>
                  </w:r>
                  <w:r>
                    <w:rPr>
                      <w:rFonts w:hint="eastAsia" w:ascii="微软雅黑" w:hAnsi="微软雅黑" w:cs="Arial Unicode MS"/>
                      <w:szCs w:val="21"/>
                    </w:rPr>
                    <w:t>20xx</w:t>
                  </w:r>
                  <w:r>
                    <w:rPr>
                      <w:rFonts w:hint="eastAsia" w:ascii="微软雅黑" w:hAnsi="微软雅黑"/>
                      <w:szCs w:val="21"/>
                    </w:rPr>
                    <w:t>年</w:t>
                  </w:r>
                  <w:r>
                    <w:rPr>
                      <w:rFonts w:ascii="微软雅黑" w:hAnsi="微软雅黑"/>
                      <w:szCs w:val="21"/>
                    </w:rPr>
                    <w:t>1</w:t>
                  </w:r>
                  <w:r>
                    <w:rPr>
                      <w:rFonts w:hint="eastAsia" w:ascii="微软雅黑" w:hAnsi="微软雅黑"/>
                      <w:szCs w:val="21"/>
                    </w:rPr>
                    <w:t>0月</w:t>
                  </w:r>
                </w:p>
                <w:p>
                  <w:pPr>
                    <w:pStyle w:val="3"/>
                    <w:adjustRightInd w:val="0"/>
                    <w:snapToGrid w:val="0"/>
                    <w:spacing w:line="440" w:lineRule="exact"/>
                    <w:ind w:left="0" w:leftChars="0"/>
                    <w:jc w:val="righ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szCs w:val="21"/>
                    </w:rPr>
                    <w:cr/>
                  </w:r>
                  <w:r>
                    <w:rPr>
                      <w:szCs w:val="21"/>
                    </w:rP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2089150</wp:posOffset>
            </wp:positionH>
            <wp:positionV relativeFrom="paragraph">
              <wp:posOffset>85725</wp:posOffset>
            </wp:positionV>
            <wp:extent cx="2160270" cy="1134110"/>
            <wp:effectExtent l="0" t="0" r="0" b="9525"/>
            <wp:wrapNone/>
            <wp:docPr id="7197" name="图片 7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" name="图片 719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椭圆 7181" o:spid="_x0000_s1036" o:spt="3" type="#_x0000_t3" style="position:absolute;left:0pt;margin-left:354.9pt;margin-top:40.5pt;height:31.7pt;width:42pt;z-index:251697152;v-text-anchor:middle;mso-width-relative:page;mso-height-relative:page;" fillcolor="#FFFFFF [3212]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">
            <v:path/>
            <v:fill on="t" focussize="0,0"/>
            <v:stroke weight="1pt" color="#FFFFFF [3212]" joinstyle="miter"/>
            <v:imagedata o:title=""/>
            <o:lock v:ext="edit"/>
          </v:shape>
        </w:pict>
      </w:r>
      <w:r>
        <w:pict>
          <v:shape id="椭圆 7169" o:spid="_x0000_s1035" o:spt="3" type="#_x0000_t3" style="position:absolute;left:0pt;margin-left:379.95pt;margin-top:42.35pt;height:31.7pt;width:42pt;z-index:251696128;v-text-anchor:middle;mso-width-relative:page;mso-height-relative:page;" fillcolor="#FFFFFF [3212]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">
            <v:path/>
            <v:fill on="t" focussize="0,0"/>
            <v:stroke weight="1pt" color="#FFFFFF [3212]" joinstyle="miter"/>
            <v:imagedata o:title=""/>
            <o:lock v:ext="edit"/>
          </v:shape>
        </w:pict>
      </w:r>
      <w:r>
        <w:pict>
          <v:shape id="椭圆 30" o:spid="_x0000_s1034" o:spt="3" type="#_x0000_t3" style="position:absolute;left:0pt;margin-left:381.95pt;margin-top:53.35pt;height:31.7pt;width:42pt;rotation:1793941f;z-index:251695104;v-text-anchor:middle;mso-width-relative:page;mso-height-relative:page;" fillcolor="#FFFFFF [3212]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">
            <v:path/>
            <v:fill on="t" focussize="0,0"/>
            <v:stroke weight="1pt" color="#FFFFFF [3212]" joinstyle="miter"/>
            <v:imagedata o:title=""/>
            <o:lock v:ext="edit"/>
          </v:shape>
        </w:pict>
      </w:r>
      <w:r>
        <w:br w:type="page"/>
      </w:r>
    </w:p>
    <w:p>
      <w:r>
        <w:pict>
          <v:shape id="文本框 40" o:spid="_x0000_s1033" o:spt="202" type="#_x0000_t202" style="position:absolute;left:0pt;margin-top:58.9pt;height:574.8pt;width:151.75pt;mso-position-horizontal:center;mso-position-horizontal-relative:margin;z-index:25170329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hint="eastAsia" w:ascii="微软雅黑" w:hAnsi="微软雅黑"/>
                      <w:b/>
                      <w:color w:val="95B77D"/>
                      <w:sz w:val="72"/>
                    </w:rPr>
                    <w:t>真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hint="eastAsia" w:ascii="微软雅黑" w:hAnsi="微软雅黑"/>
                      <w:b/>
                      <w:color w:val="95B77D"/>
                      <w:sz w:val="72"/>
                    </w:rPr>
                    <w:t>诚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ascii="微软雅黑" w:hAnsi="微软雅黑"/>
                      <w:b/>
                      <w:color w:val="95B77D"/>
                      <w:sz w:val="72"/>
                    </w:rPr>
                    <w:t>地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hint="eastAsia" w:ascii="微软雅黑" w:hAnsi="微软雅黑"/>
                      <w:b/>
                      <w:color w:val="95B77D"/>
                      <w:sz w:val="72"/>
                    </w:rPr>
                    <w:t>期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hint="eastAsia" w:ascii="微软雅黑" w:hAnsi="微软雅黑"/>
                      <w:b/>
                      <w:color w:val="95B77D"/>
                      <w:sz w:val="72"/>
                    </w:rPr>
                    <w:t>待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hint="eastAsia" w:ascii="微软雅黑" w:hAnsi="微软雅黑"/>
                      <w:b/>
                      <w:color w:val="95B77D"/>
                      <w:sz w:val="72"/>
                    </w:rPr>
                    <w:t>您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ascii="微软雅黑" w:hAnsi="微软雅黑"/>
                      <w:b/>
                      <w:color w:val="95B77D"/>
                      <w:sz w:val="72"/>
                    </w:rPr>
                    <w:t>的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ascii="微软雅黑" w:hAnsi="微软雅黑"/>
                      <w:b/>
                      <w:color w:val="95B77D"/>
                      <w:sz w:val="72"/>
                    </w:rPr>
                    <w:t>回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ascii="微软雅黑" w:hAnsi="微软雅黑"/>
                      <w:b/>
                      <w:color w:val="95B77D"/>
                      <w:sz w:val="72"/>
                    </w:rPr>
                  </w:pPr>
                  <w:r>
                    <w:rPr>
                      <w:rFonts w:ascii="微软雅黑" w:hAnsi="微软雅黑"/>
                      <w:b/>
                      <w:color w:val="95B77D"/>
                      <w:sz w:val="72"/>
                    </w:rPr>
                    <w:t>复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-460375</wp:posOffset>
            </wp:positionV>
            <wp:extent cx="7614285" cy="11955780"/>
            <wp:effectExtent l="0" t="0" r="5715" b="762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4285" cy="1195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6547"/>
    <w:multiLevelType w:val="multilevel"/>
    <w:tmpl w:val="0AB56547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D741BB2"/>
    <w:multiLevelType w:val="multilevel"/>
    <w:tmpl w:val="1D741BB2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E6259FC"/>
    <w:multiLevelType w:val="multilevel"/>
    <w:tmpl w:val="1E6259FC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21950B6"/>
    <w:multiLevelType w:val="multilevel"/>
    <w:tmpl w:val="221950B6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C760BF2"/>
    <w:multiLevelType w:val="multilevel"/>
    <w:tmpl w:val="4C760BF2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A521F4C"/>
    <w:multiLevelType w:val="multilevel"/>
    <w:tmpl w:val="6A521F4C"/>
    <w:lvl w:ilvl="0" w:tentative="0">
      <w:start w:val="1"/>
      <w:numFmt w:val="bullet"/>
      <w:lvlText w:val=""/>
      <w:lvlJc w:val="left"/>
      <w:pPr>
        <w:ind w:left="420" w:hanging="420"/>
      </w:pPr>
      <w:rPr>
        <w:rFonts w:hint="default" w:ascii="Wingdings 2" w:hAnsi="Wingdings 2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7C7D3A"/>
    <w:rsid w:val="00011F93"/>
    <w:rsid w:val="000440B8"/>
    <w:rsid w:val="00055746"/>
    <w:rsid w:val="000819F0"/>
    <w:rsid w:val="000B0AAF"/>
    <w:rsid w:val="00117793"/>
    <w:rsid w:val="001B1053"/>
    <w:rsid w:val="001B7CA3"/>
    <w:rsid w:val="001C325D"/>
    <w:rsid w:val="002315C1"/>
    <w:rsid w:val="00243396"/>
    <w:rsid w:val="002B67D8"/>
    <w:rsid w:val="002F05F9"/>
    <w:rsid w:val="002F3E98"/>
    <w:rsid w:val="002F59EE"/>
    <w:rsid w:val="003160E3"/>
    <w:rsid w:val="00322C3F"/>
    <w:rsid w:val="00326E2E"/>
    <w:rsid w:val="00440425"/>
    <w:rsid w:val="004529AC"/>
    <w:rsid w:val="004F6407"/>
    <w:rsid w:val="005B3640"/>
    <w:rsid w:val="0061573D"/>
    <w:rsid w:val="0073178D"/>
    <w:rsid w:val="007618EA"/>
    <w:rsid w:val="007A4379"/>
    <w:rsid w:val="007C5170"/>
    <w:rsid w:val="007F4EBB"/>
    <w:rsid w:val="008B62F8"/>
    <w:rsid w:val="00910953"/>
    <w:rsid w:val="00926719"/>
    <w:rsid w:val="009A0AE1"/>
    <w:rsid w:val="009B0350"/>
    <w:rsid w:val="009B60D2"/>
    <w:rsid w:val="009C1A78"/>
    <w:rsid w:val="00A521E6"/>
    <w:rsid w:val="00A93C13"/>
    <w:rsid w:val="00AE2862"/>
    <w:rsid w:val="00AE7BAB"/>
    <w:rsid w:val="00BB6BC4"/>
    <w:rsid w:val="00BE6247"/>
    <w:rsid w:val="00C27687"/>
    <w:rsid w:val="00C821BB"/>
    <w:rsid w:val="00CD6BCE"/>
    <w:rsid w:val="00D94BC6"/>
    <w:rsid w:val="00DB21D7"/>
    <w:rsid w:val="00EA1DD6"/>
    <w:rsid w:val="00EF750D"/>
    <w:rsid w:val="00FC2D25"/>
    <w:rsid w:val="06E901AE"/>
    <w:rsid w:val="0A4C303C"/>
    <w:rsid w:val="13262947"/>
    <w:rsid w:val="1D9A128E"/>
    <w:rsid w:val="267C7D3A"/>
    <w:rsid w:val="32BF5210"/>
    <w:rsid w:val="475164FD"/>
    <w:rsid w:val="4D6E35E4"/>
    <w:rsid w:val="6A977339"/>
    <w:rsid w:val="6C7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qFormat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4"/>
    <w:unhideWhenUsed/>
    <w:qFormat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5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6">
    <w:name w:val="结束语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7">
    <w:name w:val="称呼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8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PS&#31616;&#21382;&#27169;&#26495;\&#40664;&#35748;\&#12304;&#31616;&#21382;&#22871;&#35013;&#12305;&#38134;&#34892;&#31616;&#21382;&#24212;&#23626;&#29983;&#31616;&#21382;&#36890;&#29992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624E65-6880-4280-8544-7283065C91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【简历套装】银行简历应届生简历通用简历简约简历封面.docx</Template>
  <Pages>4</Pages>
  <Words>19</Words>
  <Characters>112</Characters>
  <Lines>1</Lines>
  <Paragraphs>1</Paragraphs>
  <TotalTime>10</TotalTime>
  <ScaleCrop>false</ScaleCrop>
  <LinksUpToDate>false</LinksUpToDate>
  <CharactersWithSpaces>130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2017-10-09T07:38:00Z</dcterms:created>
  <dc:creator>yuhua</dc:creator>
  <cp:lastModifiedBy>WPS_1528193819</cp:lastModifiedBy>
  <cp:lastPrinted>2017-10-10T02:04:00Z</cp:lastPrinted>
  <dcterms:modified xsi:type="dcterms:W3CDTF">2018-07-24T05:01:25Z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